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892D79" w14:textId="1E0A0F0D" w:rsidR="00D513DD" w:rsidRDefault="00B7395B">
      <w:pPr>
        <w:pStyle w:val="Pealkiri4"/>
        <w:ind w:left="0" w:firstLine="0"/>
        <w:jc w:val="center"/>
      </w:pPr>
      <w:r>
        <w:t>TEENUSE KASUTAMISE LEPING</w:t>
      </w:r>
      <w:r w:rsidR="00EF2C33">
        <w:t xml:space="preserve"> </w:t>
      </w:r>
      <w:r w:rsidR="00EF2C33" w:rsidRPr="00A81FF6">
        <w:t xml:space="preserve">nr </w:t>
      </w:r>
      <w:r w:rsidR="00EF2C33" w:rsidRPr="00A81FF6">
        <w:rPr>
          <w:b w:val="0"/>
        </w:rPr>
        <w:fldChar w:fldCharType="begin"/>
      </w:r>
      <w:r w:rsidR="00EF2C33" w:rsidRPr="00A81FF6">
        <w:instrText xml:space="preserve"> MACROBUTTON  AcceptAllChangesInDoc [Sisesta number] </w:instrText>
      </w:r>
      <w:r w:rsidR="00EF2C33" w:rsidRPr="00A81FF6">
        <w:rPr>
          <w:b w:val="0"/>
        </w:rPr>
        <w:fldChar w:fldCharType="end"/>
      </w:r>
    </w:p>
    <w:p w14:paraId="17A24C7B" w14:textId="77777777" w:rsidR="00C43328" w:rsidRDefault="00C43328">
      <w:pPr>
        <w:pStyle w:val="Kehatekst2"/>
        <w:jc w:val="both"/>
        <w:rPr>
          <w:sz w:val="24"/>
          <w:szCs w:val="24"/>
          <w:lang w:eastAsia="en-US"/>
        </w:rPr>
      </w:pPr>
    </w:p>
    <w:p w14:paraId="485CD623" w14:textId="77777777" w:rsidR="00B623E9" w:rsidRPr="00B7395B" w:rsidRDefault="003E4891" w:rsidP="00B623E9">
      <w:pPr>
        <w:pStyle w:val="Normaallaadveeb"/>
        <w:jc w:val="right"/>
        <w:rPr>
          <w:rFonts w:eastAsia="Calibri"/>
          <w:szCs w:val="22"/>
          <w:lang w:val="nn-NO"/>
        </w:rPr>
      </w:pPr>
      <w:sdt>
        <w:sdtPr>
          <w:rPr>
            <w:rFonts w:eastAsia="Calibri"/>
            <w:lang w:val="nn-NO"/>
          </w:rPr>
          <w:id w:val="2023509367"/>
          <w:placeholder>
            <w:docPart w:val="43B6F646A7FD41C7AE9ECCF7699F87FF"/>
          </w:placeholder>
          <w:date>
            <w:dateFormat w:val="d.MM.yyyy"/>
            <w:lid w:val="et-EE"/>
            <w:storeMappedDataAs w:val="dateTime"/>
            <w:calendar w:val="gregorian"/>
          </w:date>
        </w:sdtPr>
        <w:sdtEndPr/>
        <w:sdtContent>
          <w:r w:rsidR="0099525C" w:rsidRPr="00B7395B">
            <w:rPr>
              <w:rFonts w:eastAsia="Calibri"/>
              <w:lang w:val="nn-NO"/>
            </w:rPr>
            <w:t>[Vali kuupäev]</w:t>
          </w:r>
        </w:sdtContent>
      </w:sdt>
    </w:p>
    <w:p w14:paraId="2C8FD32F" w14:textId="77777777" w:rsidR="006C5A2D" w:rsidRPr="00B7395B" w:rsidRDefault="00B623E9" w:rsidP="006C5A2D">
      <w:pPr>
        <w:pStyle w:val="Normaallaadveeb"/>
        <w:jc w:val="right"/>
        <w:rPr>
          <w:lang w:val="nn-NO"/>
        </w:rPr>
      </w:pPr>
      <w:r w:rsidRPr="00B7395B">
        <w:rPr>
          <w:rFonts w:eastAsia="Calibri"/>
          <w:szCs w:val="22"/>
          <w:lang w:val="nn-NO"/>
        </w:rPr>
        <w:t>(hiliseima digitaalallkirja kuupäev)</w:t>
      </w:r>
      <w:r w:rsidR="00481361" w:rsidRPr="00B7395B">
        <w:rPr>
          <w:lang w:val="nn-NO"/>
        </w:rPr>
        <w:t xml:space="preserve"> </w:t>
      </w:r>
    </w:p>
    <w:p w14:paraId="24A57D14" w14:textId="77777777" w:rsidR="00FF31D1" w:rsidRPr="00B623E9" w:rsidRDefault="00FF31D1">
      <w:pPr>
        <w:jc w:val="both"/>
        <w:rPr>
          <w:spacing w:val="0"/>
        </w:rPr>
      </w:pPr>
    </w:p>
    <w:p w14:paraId="7BBC3B48" w14:textId="3FBFCAF2" w:rsidR="00B623E9" w:rsidRPr="00B623E9" w:rsidRDefault="00D513DD" w:rsidP="00B623E9">
      <w:pPr>
        <w:jc w:val="both"/>
        <w:rPr>
          <w:spacing w:val="0"/>
        </w:rPr>
      </w:pPr>
      <w:r w:rsidRPr="00B623E9">
        <w:rPr>
          <w:b/>
          <w:bCs/>
          <w:spacing w:val="0"/>
        </w:rPr>
        <w:t>Riigimetsa Majandamise Keskus</w:t>
      </w:r>
      <w:r w:rsidRPr="00B623E9">
        <w:rPr>
          <w:spacing w:val="0"/>
        </w:rPr>
        <w:t xml:space="preserve">, </w:t>
      </w:r>
      <w:r w:rsidR="00B623E9" w:rsidRPr="00B623E9">
        <w:rPr>
          <w:spacing w:val="0"/>
        </w:rPr>
        <w:t>edaspidi</w:t>
      </w:r>
      <w:r w:rsidR="00B7395B">
        <w:rPr>
          <w:spacing w:val="0"/>
        </w:rPr>
        <w:t xml:space="preserve"> </w:t>
      </w:r>
      <w:r w:rsidR="00BC5BC3" w:rsidRPr="00B90461">
        <w:rPr>
          <w:b/>
          <w:spacing w:val="0"/>
        </w:rPr>
        <w:t>käsundiandja</w:t>
      </w:r>
      <w:r w:rsidR="00B623E9" w:rsidRPr="00B90461">
        <w:rPr>
          <w:b/>
          <w:spacing w:val="0"/>
        </w:rPr>
        <w:t>,</w:t>
      </w:r>
      <w:r w:rsidR="00B623E9" w:rsidRPr="00B623E9">
        <w:rPr>
          <w:b/>
          <w:spacing w:val="0"/>
        </w:rPr>
        <w:t xml:space="preserve"> </w:t>
      </w:r>
      <w:r w:rsidR="00B623E9" w:rsidRPr="00B623E9">
        <w:rPr>
          <w:spacing w:val="0"/>
        </w:rPr>
        <w:t xml:space="preserve">keda esindab </w:t>
      </w:r>
      <w:sdt>
        <w:sdtPr>
          <w:tag w:val="Riigimetsa Majandamise Keskuse "/>
          <w:id w:val="-1598098674"/>
          <w:placeholder>
            <w:docPart w:val="EF9250FADF4C4865935D9F93D834EDFE"/>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99525C">
            <w:t>[Vali sobiv]</w:t>
          </w:r>
        </w:sdtContent>
      </w:sdt>
      <w:r w:rsidR="0099525C">
        <w:t xml:space="preserve"> </w:t>
      </w:r>
      <w:sdt>
        <w:sdtPr>
          <w:alias w:val="Vali kuupäev"/>
          <w:tag w:val="Vali kuupäev"/>
          <w:id w:val="-171967024"/>
          <w:placeholder>
            <w:docPart w:val="E18C6B30FDD04A22BFB6C540154A2DC2"/>
          </w:placeholder>
          <w:date>
            <w:dateFormat w:val="d.MM.yyyy"/>
            <w:lid w:val="et-EE"/>
            <w:storeMappedDataAs w:val="dateTime"/>
            <w:calendar w:val="gregorian"/>
          </w:date>
        </w:sdtPr>
        <w:sdtEndPr/>
        <w:sdtContent>
          <w:r w:rsidR="0099525C">
            <w:t>[Vali kuupäev]</w:t>
          </w:r>
        </w:sdtContent>
      </w:sdt>
      <w:r w:rsidR="0099525C" w:rsidRPr="00F524C7">
        <w:t xml:space="preserve"> </w:t>
      </w:r>
      <w:sdt>
        <w:sdtPr>
          <w:id w:val="-775716232"/>
          <w:placeholder>
            <w:docPart w:val="EF9250FADF4C4865935D9F93D834EDFE"/>
          </w:placeholder>
          <w:comboBox>
            <w:listItem w:displayText="otsuse" w:value="otsuse"/>
            <w:listItem w:displayText="käskkirja" w:value="käskkirja"/>
            <w:listItem w:displayText="volikirja" w:value="volikirja"/>
            <w:listItem w:displayText="määruse" w:value="määruse"/>
          </w:comboBox>
        </w:sdtPr>
        <w:sdtEndPr/>
        <w:sdtContent>
          <w:r w:rsidR="0099525C" w:rsidRPr="005A31A2">
            <w:t>[Vali sobiv]</w:t>
          </w:r>
        </w:sdtContent>
      </w:sdt>
      <w:r w:rsidR="00B623E9" w:rsidRPr="00B623E9">
        <w:rPr>
          <w:spacing w:val="0"/>
        </w:rPr>
        <w:t xml:space="preserve"> nr </w:t>
      </w:r>
      <w:r w:rsidR="00B623E9" w:rsidRPr="00B623E9">
        <w:rPr>
          <w:spacing w:val="0"/>
        </w:rPr>
        <w:fldChar w:fldCharType="begin"/>
      </w:r>
      <w:r w:rsidR="00B623E9" w:rsidRPr="00B623E9">
        <w:rPr>
          <w:spacing w:val="0"/>
        </w:rPr>
        <w:instrText xml:space="preserve"> MACROBUTTON  AcceptAllChangesInDoc [Sisesta number] </w:instrText>
      </w:r>
      <w:r w:rsidR="00B623E9" w:rsidRPr="00B623E9">
        <w:rPr>
          <w:spacing w:val="0"/>
        </w:rPr>
        <w:fldChar w:fldCharType="end"/>
      </w:r>
      <w:r w:rsidR="00B623E9" w:rsidRPr="00B623E9">
        <w:rPr>
          <w:spacing w:val="0"/>
        </w:rPr>
        <w:t xml:space="preserve">alusel </w:t>
      </w:r>
      <w:r w:rsidR="00B623E9" w:rsidRPr="00340026">
        <w:rPr>
          <w:spacing w:val="0"/>
        </w:rPr>
        <w:fldChar w:fldCharType="begin"/>
      </w:r>
      <w:r w:rsidR="00B623E9" w:rsidRPr="00340026">
        <w:rPr>
          <w:spacing w:val="0"/>
        </w:rPr>
        <w:instrText xml:space="preserve"> MACROBUTTON  AcceptAllChangesInDoc [Sisesta ametinimetus] </w:instrText>
      </w:r>
      <w:r w:rsidR="00B623E9" w:rsidRPr="00340026">
        <w:rPr>
          <w:spacing w:val="0"/>
        </w:rPr>
        <w:fldChar w:fldCharType="end"/>
      </w:r>
      <w:r w:rsidR="00B623E9" w:rsidRPr="00B623E9">
        <w:rPr>
          <w:rFonts w:eastAsia="Calibri"/>
        </w:rPr>
        <w:t xml:space="preserve"> </w:t>
      </w:r>
      <w:r w:rsidR="00B623E9" w:rsidRPr="00340026">
        <w:rPr>
          <w:spacing w:val="0"/>
        </w:rPr>
        <w:fldChar w:fldCharType="begin"/>
      </w:r>
      <w:r w:rsidR="00B623E9" w:rsidRPr="00340026">
        <w:rPr>
          <w:spacing w:val="0"/>
        </w:rPr>
        <w:instrText xml:space="preserve"> MACROBUTTON  AcceptAllChangesInDoc [Sisesta eesnimi ja perekonnanimi] </w:instrText>
      </w:r>
      <w:r w:rsidR="00B623E9" w:rsidRPr="00340026">
        <w:rPr>
          <w:spacing w:val="0"/>
        </w:rPr>
        <w:fldChar w:fldCharType="end"/>
      </w:r>
      <w:r w:rsidR="00B623E9" w:rsidRPr="00B623E9">
        <w:rPr>
          <w:spacing w:val="0"/>
        </w:rPr>
        <w:t>, ühelt poolt,</w:t>
      </w:r>
    </w:p>
    <w:p w14:paraId="7F3B433F" w14:textId="77777777" w:rsidR="00B623E9" w:rsidRPr="00B623E9" w:rsidRDefault="00B623E9">
      <w:pPr>
        <w:jc w:val="both"/>
        <w:rPr>
          <w:spacing w:val="0"/>
        </w:rPr>
      </w:pPr>
    </w:p>
    <w:p w14:paraId="1F8FBF1A" w14:textId="6854E97A" w:rsidR="00B623E9" w:rsidRPr="00B623E9" w:rsidRDefault="00B623E9">
      <w:pPr>
        <w:jc w:val="both"/>
        <w:rPr>
          <w:rFonts w:eastAsia="Calibri"/>
        </w:rPr>
      </w:pPr>
      <w:r w:rsidRPr="00B623E9">
        <w:rPr>
          <w:spacing w:val="0"/>
        </w:rPr>
        <w:t xml:space="preserve">ja </w:t>
      </w:r>
      <w:r w:rsidRPr="00B623E9">
        <w:rPr>
          <w:spacing w:val="0"/>
        </w:rPr>
        <w:fldChar w:fldCharType="begin"/>
      </w:r>
      <w:r w:rsidRPr="00B623E9">
        <w:rPr>
          <w:spacing w:val="0"/>
        </w:rPr>
        <w:instrText xml:space="preserve"> MACROBUTTON  AcceptAllChangesInDoc [Sisesta juriidilise isiku nimi], </w:instrText>
      </w:r>
      <w:r w:rsidRPr="00B623E9">
        <w:rPr>
          <w:spacing w:val="0"/>
        </w:rPr>
        <w:fldChar w:fldCharType="end"/>
      </w:r>
      <w:r w:rsidRPr="00B623E9">
        <w:rPr>
          <w:spacing w:val="0"/>
        </w:rPr>
        <w:t xml:space="preserve">edaspidi </w:t>
      </w:r>
      <w:r w:rsidRPr="00B90461">
        <w:rPr>
          <w:b/>
          <w:spacing w:val="0"/>
        </w:rPr>
        <w:t>käsundisaaja,</w:t>
      </w:r>
      <w:r w:rsidRPr="00B623E9">
        <w:rPr>
          <w:b/>
          <w:spacing w:val="0"/>
        </w:rPr>
        <w:t xml:space="preserve"> </w:t>
      </w:r>
      <w:r w:rsidRPr="00B623E9">
        <w:rPr>
          <w:iCs/>
          <w:spacing w:val="0"/>
        </w:rPr>
        <w:t xml:space="preserve">keda esindab </w:t>
      </w:r>
      <w:sdt>
        <w:sdtPr>
          <w:tag w:val="Riigimetsa Majandamise Keskuse "/>
          <w:id w:val="219788717"/>
          <w:placeholder>
            <w:docPart w:val="80ACF7C7E0A44D9EA99B88A0739CDA92"/>
          </w:placeholder>
          <w:comboBox>
            <w:listItem w:displayText="põhikirja" w:value="põhikirja"/>
            <w:listItem w:displayText="volikirja" w:value="volikirja"/>
          </w:comboBox>
        </w:sdtPr>
        <w:sdtEndPr/>
        <w:sdtContent>
          <w:r w:rsidR="0099525C">
            <w:t>[Vali sobiv]</w:t>
          </w:r>
        </w:sdtContent>
      </w:sdt>
      <w:r w:rsidRPr="00B623E9">
        <w:rPr>
          <w:iCs/>
          <w:spacing w:val="0"/>
        </w:rPr>
        <w:t xml:space="preserve">  alusel </w:t>
      </w:r>
      <w:r w:rsidRPr="00340026">
        <w:rPr>
          <w:spacing w:val="0"/>
        </w:rPr>
        <w:fldChar w:fldCharType="begin"/>
      </w:r>
      <w:r w:rsidRPr="00340026">
        <w:rPr>
          <w:spacing w:val="0"/>
        </w:rPr>
        <w:instrText xml:space="preserve"> MACROBUTTON  AcceptAllChangesInDoc [Sisesta ametinimetus] </w:instrText>
      </w:r>
      <w:r w:rsidRPr="00340026">
        <w:rPr>
          <w:spacing w:val="0"/>
        </w:rPr>
        <w:fldChar w:fldCharType="end"/>
      </w:r>
      <w:r w:rsidRPr="00340026">
        <w:rPr>
          <w:spacing w:val="0"/>
        </w:rPr>
        <w:fldChar w:fldCharType="begin"/>
      </w:r>
      <w:r w:rsidRPr="00340026">
        <w:rPr>
          <w:spacing w:val="0"/>
        </w:rPr>
        <w:instrText xml:space="preserve"> MACROBUTTON  AcceptAllChangesInDoc [Sisesta eesnimi ja perekonnanimi] </w:instrText>
      </w:r>
      <w:r w:rsidRPr="00340026">
        <w:rPr>
          <w:spacing w:val="0"/>
        </w:rPr>
        <w:fldChar w:fldCharType="end"/>
      </w:r>
      <w:r w:rsidRPr="00B623E9">
        <w:rPr>
          <w:rFonts w:eastAsia="Calibri"/>
        </w:rPr>
        <w:t xml:space="preserve">, </w:t>
      </w:r>
      <w:r w:rsidR="00CF1514">
        <w:rPr>
          <w:rFonts w:eastAsia="Calibri"/>
        </w:rPr>
        <w:t xml:space="preserve"> </w:t>
      </w:r>
      <w:r w:rsidRPr="00340026">
        <w:rPr>
          <w:iCs/>
          <w:spacing w:val="0"/>
        </w:rPr>
        <w:t>teiselt poolt</w:t>
      </w:r>
      <w:r w:rsidRPr="00B623E9">
        <w:rPr>
          <w:rFonts w:eastAsia="Calibri"/>
        </w:rPr>
        <w:t>,</w:t>
      </w:r>
    </w:p>
    <w:p w14:paraId="68A2FB9F" w14:textId="77777777" w:rsidR="00B623E9" w:rsidRPr="00B623E9" w:rsidRDefault="00B623E9">
      <w:pPr>
        <w:jc w:val="both"/>
        <w:rPr>
          <w:rFonts w:eastAsia="Calibri"/>
        </w:rPr>
      </w:pPr>
    </w:p>
    <w:p w14:paraId="5C7F4666" w14:textId="77777777" w:rsidR="00D513DD" w:rsidRDefault="00D513DD">
      <w:pPr>
        <w:jc w:val="both"/>
        <w:rPr>
          <w:spacing w:val="0"/>
        </w:rPr>
      </w:pPr>
      <w:r>
        <w:rPr>
          <w:spacing w:val="0"/>
        </w:rPr>
        <w:t xml:space="preserve">keda nimetatakse edaspidi </w:t>
      </w:r>
      <w:r w:rsidR="00CC182A">
        <w:rPr>
          <w:b/>
          <w:spacing w:val="0"/>
        </w:rPr>
        <w:t>p</w:t>
      </w:r>
      <w:r>
        <w:rPr>
          <w:b/>
          <w:spacing w:val="0"/>
        </w:rPr>
        <w:t xml:space="preserve">ool </w:t>
      </w:r>
      <w:r>
        <w:rPr>
          <w:spacing w:val="0"/>
        </w:rPr>
        <w:t xml:space="preserve">või </w:t>
      </w:r>
      <w:r w:rsidR="002949B2">
        <w:rPr>
          <w:spacing w:val="0"/>
        </w:rPr>
        <w:t>ühiselt</w:t>
      </w:r>
      <w:r>
        <w:rPr>
          <w:spacing w:val="0"/>
        </w:rPr>
        <w:t xml:space="preserve"> </w:t>
      </w:r>
      <w:r w:rsidR="00CC182A">
        <w:rPr>
          <w:b/>
          <w:spacing w:val="0"/>
        </w:rPr>
        <w:t>p</w:t>
      </w:r>
      <w:r>
        <w:rPr>
          <w:b/>
          <w:spacing w:val="0"/>
        </w:rPr>
        <w:t>ooled</w:t>
      </w:r>
      <w:r>
        <w:rPr>
          <w:spacing w:val="0"/>
        </w:rPr>
        <w:t>,</w:t>
      </w:r>
    </w:p>
    <w:p w14:paraId="19BC90E5" w14:textId="77777777" w:rsidR="00B623E9" w:rsidRDefault="00B623E9">
      <w:pPr>
        <w:jc w:val="both"/>
        <w:rPr>
          <w:spacing w:val="0"/>
          <w:szCs w:val="18"/>
        </w:rPr>
      </w:pPr>
    </w:p>
    <w:p w14:paraId="720F72DC" w14:textId="6E51419B" w:rsidR="000A476E" w:rsidRDefault="009E10D3">
      <w:pPr>
        <w:jc w:val="both"/>
        <w:rPr>
          <w:spacing w:val="0"/>
          <w:szCs w:val="18"/>
        </w:rPr>
      </w:pPr>
      <w:r>
        <w:rPr>
          <w:spacing w:val="0"/>
          <w:szCs w:val="18"/>
        </w:rPr>
        <w:t xml:space="preserve">sõlmisid </w:t>
      </w:r>
      <w:r w:rsidR="002949B2">
        <w:rPr>
          <w:spacing w:val="0"/>
          <w:szCs w:val="18"/>
        </w:rPr>
        <w:t>l</w:t>
      </w:r>
      <w:r>
        <w:rPr>
          <w:spacing w:val="0"/>
          <w:szCs w:val="18"/>
        </w:rPr>
        <w:t>epingu</w:t>
      </w:r>
      <w:r w:rsidR="002949B2">
        <w:rPr>
          <w:spacing w:val="0"/>
          <w:szCs w:val="18"/>
        </w:rPr>
        <w:t>,</w:t>
      </w:r>
      <w:r>
        <w:rPr>
          <w:spacing w:val="0"/>
          <w:szCs w:val="18"/>
        </w:rPr>
        <w:t xml:space="preserve"> </w:t>
      </w:r>
      <w:r w:rsidR="000A476E" w:rsidRPr="000A476E">
        <w:rPr>
          <w:spacing w:val="0"/>
          <w:szCs w:val="18"/>
        </w:rPr>
        <w:t xml:space="preserve">edaspidi </w:t>
      </w:r>
      <w:r w:rsidR="00CC182A">
        <w:rPr>
          <w:b/>
          <w:spacing w:val="0"/>
          <w:szCs w:val="18"/>
        </w:rPr>
        <w:t>l</w:t>
      </w:r>
      <w:r w:rsidR="000A476E" w:rsidRPr="000A476E">
        <w:rPr>
          <w:b/>
          <w:spacing w:val="0"/>
          <w:szCs w:val="18"/>
        </w:rPr>
        <w:t>eping</w:t>
      </w:r>
      <w:r w:rsidR="002949B2">
        <w:rPr>
          <w:b/>
          <w:spacing w:val="0"/>
          <w:szCs w:val="18"/>
        </w:rPr>
        <w:t>,</w:t>
      </w:r>
      <w:r w:rsidR="003C708D" w:rsidRPr="003C708D">
        <w:rPr>
          <w:bCs/>
        </w:rPr>
        <w:t xml:space="preserve"> </w:t>
      </w:r>
      <w:r w:rsidR="00AB3806">
        <w:rPr>
          <w:bCs/>
        </w:rPr>
        <w:t>lihthange</w:t>
      </w:r>
      <w:r w:rsidR="003C708D">
        <w:rPr>
          <w:bCs/>
        </w:rPr>
        <w:t xml:space="preserve"> </w:t>
      </w:r>
      <w:r w:rsidR="000A476E" w:rsidRPr="000A476E">
        <w:rPr>
          <w:spacing w:val="0"/>
          <w:szCs w:val="18"/>
        </w:rPr>
        <w:t>1-47/</w:t>
      </w:r>
      <w:r w:rsidR="00AB3806">
        <w:rPr>
          <w:rFonts w:eastAsia="Calibri"/>
          <w:spacing w:val="0"/>
        </w:rPr>
        <w:t>3344</w:t>
      </w:r>
      <w:r w:rsidR="00CC182A" w:rsidRPr="000A476E">
        <w:rPr>
          <w:spacing w:val="0"/>
          <w:szCs w:val="18"/>
        </w:rPr>
        <w:t xml:space="preserve"> </w:t>
      </w:r>
      <w:r w:rsidR="000A476E" w:rsidRPr="000A476E">
        <w:rPr>
          <w:spacing w:val="0"/>
          <w:szCs w:val="18"/>
        </w:rPr>
        <w:t>„</w:t>
      </w:r>
      <w:r w:rsidR="003C708D">
        <w:rPr>
          <w:rFonts w:eastAsia="Calibri"/>
          <w:spacing w:val="0"/>
        </w:rPr>
        <w:t>Ta</w:t>
      </w:r>
      <w:r w:rsidR="00B7395B">
        <w:rPr>
          <w:rFonts w:eastAsia="Calibri"/>
          <w:spacing w:val="0"/>
        </w:rPr>
        <w:t>rkvara platvormi kasutamisõigus</w:t>
      </w:r>
      <w:r w:rsidR="003C708D">
        <w:rPr>
          <w:rFonts w:eastAsia="Calibri"/>
          <w:spacing w:val="0"/>
        </w:rPr>
        <w:t xml:space="preserve"> nutimängude loomiseks</w:t>
      </w:r>
      <w:r w:rsidR="00CC182A">
        <w:rPr>
          <w:spacing w:val="0"/>
          <w:szCs w:val="18"/>
        </w:rPr>
        <w:t>“</w:t>
      </w:r>
      <w:r w:rsidR="003C708D">
        <w:rPr>
          <w:spacing w:val="0"/>
          <w:szCs w:val="18"/>
        </w:rPr>
        <w:t xml:space="preserve"> </w:t>
      </w:r>
      <w:r w:rsidR="00162723">
        <w:rPr>
          <w:spacing w:val="0"/>
          <w:szCs w:val="18"/>
        </w:rPr>
        <w:t xml:space="preserve">(viitenumber 290994) </w:t>
      </w:r>
      <w:r w:rsidR="003C708D">
        <w:rPr>
          <w:spacing w:val="0"/>
          <w:szCs w:val="18"/>
        </w:rPr>
        <w:t>tulem</w:t>
      </w:r>
      <w:r w:rsidR="000A476E" w:rsidRPr="000A476E">
        <w:rPr>
          <w:spacing w:val="0"/>
          <w:szCs w:val="18"/>
        </w:rPr>
        <w:t>usena alljärgnevas:</w:t>
      </w:r>
    </w:p>
    <w:p w14:paraId="55B661AC" w14:textId="77777777" w:rsidR="000A476E" w:rsidRPr="000A476E" w:rsidRDefault="000A476E">
      <w:pPr>
        <w:jc w:val="both"/>
        <w:rPr>
          <w:spacing w:val="0"/>
          <w:szCs w:val="18"/>
        </w:rPr>
      </w:pPr>
    </w:p>
    <w:p w14:paraId="50CDF826" w14:textId="77777777" w:rsidR="00D513DD" w:rsidRPr="00340026" w:rsidRDefault="00D513DD" w:rsidP="00340026">
      <w:pPr>
        <w:pStyle w:val="Pealkiri11"/>
        <w:rPr>
          <w:b/>
          <w:iCs/>
          <w:spacing w:val="0"/>
        </w:rPr>
      </w:pPr>
      <w:r w:rsidRPr="00340026">
        <w:rPr>
          <w:b/>
          <w:iCs/>
          <w:spacing w:val="0"/>
        </w:rPr>
        <w:t>Lepingu objekt</w:t>
      </w:r>
    </w:p>
    <w:p w14:paraId="11276305" w14:textId="386F389B" w:rsidR="00E842C1" w:rsidRPr="00E842C1" w:rsidRDefault="00CC182A" w:rsidP="00E842C1">
      <w:pPr>
        <w:pStyle w:val="Loendilik"/>
        <w:numPr>
          <w:ilvl w:val="1"/>
          <w:numId w:val="20"/>
        </w:numPr>
        <w:suppressAutoHyphens/>
        <w:spacing w:after="0" w:line="240" w:lineRule="auto"/>
        <w:rPr>
          <w:color w:val="FF0000"/>
        </w:rPr>
      </w:pPr>
      <w:r w:rsidRPr="00340026">
        <w:t>Lepingu objektiks on käsundisaaja poolt k</w:t>
      </w:r>
      <w:r w:rsidR="00D513DD" w:rsidRPr="00340026">
        <w:t xml:space="preserve">äsundiandjale </w:t>
      </w:r>
      <w:r w:rsidR="0099525C">
        <w:t xml:space="preserve">ajavahemikul </w:t>
      </w:r>
      <w:sdt>
        <w:sdtPr>
          <w:id w:val="1016739333"/>
          <w:placeholder>
            <w:docPart w:val="EDED2F36C5374BAABA045C1F2244F400"/>
          </w:placeholder>
          <w:date>
            <w:dateFormat w:val="d.MM.yyyy"/>
            <w:lid w:val="et-EE"/>
            <w:storeMappedDataAs w:val="dateTime"/>
            <w:calendar w:val="gregorian"/>
          </w:date>
        </w:sdtPr>
        <w:sdtEndPr/>
        <w:sdtContent>
          <w:r w:rsidR="0099525C" w:rsidRPr="00FE2065">
            <w:t>[Vali kuupäev]</w:t>
          </w:r>
        </w:sdtContent>
      </w:sdt>
      <w:r w:rsidR="00083DAC" w:rsidRPr="00340026">
        <w:t xml:space="preserve"> kuni </w:t>
      </w:r>
      <w:sdt>
        <w:sdtPr>
          <w:id w:val="-972054507"/>
          <w:placeholder>
            <w:docPart w:val="1B63836A0759482EB1F40091D31DF1F9"/>
          </w:placeholder>
          <w:date>
            <w:dateFormat w:val="d.MM.yyyy"/>
            <w:lid w:val="et-EE"/>
            <w:storeMappedDataAs w:val="dateTime"/>
            <w:calendar w:val="gregorian"/>
          </w:date>
        </w:sdtPr>
        <w:sdtEndPr/>
        <w:sdtContent>
          <w:r w:rsidR="0099525C" w:rsidRPr="00FE2065">
            <w:t>[Vali kuupäev]</w:t>
          </w:r>
        </w:sdtContent>
      </w:sdt>
      <w:r w:rsidR="000A79B0">
        <w:t xml:space="preserve"> l</w:t>
      </w:r>
      <w:r w:rsidR="002D0433" w:rsidRPr="00340026">
        <w:t>epinguga kok</w:t>
      </w:r>
      <w:r w:rsidR="00C642BC" w:rsidRPr="00340026">
        <w:t xml:space="preserve">kulepitud tingimustel ja korras </w:t>
      </w:r>
      <w:r w:rsidR="00C77E37" w:rsidRPr="00340026">
        <w:t>järgmise teenuse osutamine</w:t>
      </w:r>
      <w:r w:rsidR="00B623E9" w:rsidRPr="00340026">
        <w:t xml:space="preserve"> </w:t>
      </w:r>
      <w:r w:rsidR="003C708D">
        <w:t>T</w:t>
      </w:r>
      <w:r w:rsidR="00B7395B">
        <w:t>arkvaraplatvormi kasutamisõigus</w:t>
      </w:r>
      <w:r w:rsidR="003C708D">
        <w:t xml:space="preserve"> nutimängude loomiseks </w:t>
      </w:r>
      <w:r w:rsidR="00C642BC" w:rsidRPr="00340026">
        <w:t xml:space="preserve">edaspidi </w:t>
      </w:r>
      <w:r w:rsidR="00B623E9" w:rsidRPr="000A79B0">
        <w:rPr>
          <w:b/>
        </w:rPr>
        <w:t>t</w:t>
      </w:r>
      <w:r w:rsidR="00C642BC" w:rsidRPr="000A79B0">
        <w:rPr>
          <w:b/>
        </w:rPr>
        <w:t>eenu</w:t>
      </w:r>
      <w:r w:rsidR="00E842C1">
        <w:rPr>
          <w:b/>
        </w:rPr>
        <w:t>s.</w:t>
      </w:r>
    </w:p>
    <w:p w14:paraId="67C2ADDF" w14:textId="03856D2C" w:rsidR="00E842C1" w:rsidRPr="006672D9" w:rsidRDefault="00E842C1" w:rsidP="00E842C1">
      <w:pPr>
        <w:pStyle w:val="Loendilik"/>
        <w:numPr>
          <w:ilvl w:val="1"/>
          <w:numId w:val="20"/>
        </w:numPr>
        <w:suppressAutoHyphens/>
        <w:spacing w:after="0" w:line="240" w:lineRule="auto"/>
      </w:pPr>
      <w:r w:rsidRPr="006672D9">
        <w:rPr>
          <w:b/>
        </w:rPr>
        <w:t xml:space="preserve"> </w:t>
      </w:r>
      <w:r w:rsidRPr="006672D9">
        <w:t>Teenuse osutaja peab olema su</w:t>
      </w:r>
      <w:r w:rsidR="00B7395B">
        <w:t>uteline ülesannet täitma käsundiandja</w:t>
      </w:r>
      <w:r w:rsidRPr="006672D9">
        <w:t xml:space="preserve"> poolt nimetatud asukohas Eesti Vabariigi territooriumil, eeldusel, et teenuse osutamine on igas sellises asukohas võimalik ja lubatud. </w:t>
      </w:r>
    </w:p>
    <w:p w14:paraId="58BDE5F0" w14:textId="77777777" w:rsidR="00E842C1" w:rsidRPr="006672D9" w:rsidRDefault="00E842C1" w:rsidP="00E842C1">
      <w:pPr>
        <w:pStyle w:val="Loendilik"/>
        <w:numPr>
          <w:ilvl w:val="1"/>
          <w:numId w:val="20"/>
        </w:numPr>
        <w:suppressAutoHyphens/>
        <w:spacing w:after="0" w:line="240" w:lineRule="auto"/>
        <w:jc w:val="both"/>
      </w:pPr>
      <w:r w:rsidRPr="006672D9">
        <w:t xml:space="preserve">Teenuse osutaja peab pakkuma tarkvaraplatvormi erinevate võimalustega hariduslike nutimängude loomiseks ja mängimiseks nii </w:t>
      </w:r>
      <w:proofErr w:type="spellStart"/>
      <w:r w:rsidRPr="006672D9">
        <w:t>sise</w:t>
      </w:r>
      <w:proofErr w:type="spellEnd"/>
      <w:r w:rsidRPr="006672D9">
        <w:t>- kui välitingimustes.</w:t>
      </w:r>
    </w:p>
    <w:p w14:paraId="66FB77B8" w14:textId="477CE121" w:rsidR="00E842C1" w:rsidRPr="006672D9" w:rsidRDefault="00E842C1" w:rsidP="00E842C1">
      <w:pPr>
        <w:pStyle w:val="Loendilik"/>
        <w:numPr>
          <w:ilvl w:val="1"/>
          <w:numId w:val="20"/>
        </w:numPr>
        <w:suppressAutoHyphens/>
        <w:spacing w:after="0" w:line="240" w:lineRule="auto"/>
        <w:jc w:val="both"/>
      </w:pPr>
      <w:r w:rsidRPr="006672D9">
        <w:t>Teenuse osutaja pakutav tarkvarapl</w:t>
      </w:r>
      <w:r w:rsidR="00B90461">
        <w:t>atvorm peab võimaldama käsundiandjale</w:t>
      </w:r>
      <w:r w:rsidRPr="006672D9">
        <w:t xml:space="preserve"> ligipääsu mängude sisul</w:t>
      </w:r>
      <w:r w:rsidR="00B90461">
        <w:t>oome keskkonda, kus käsundiandja</w:t>
      </w:r>
      <w:r w:rsidRPr="006672D9">
        <w:t xml:space="preserve"> saab ise luua ning redigeerida mänge. </w:t>
      </w:r>
    </w:p>
    <w:p w14:paraId="582CAD00" w14:textId="77777777" w:rsidR="00E842C1" w:rsidRPr="006672D9" w:rsidRDefault="00E842C1" w:rsidP="00E842C1">
      <w:pPr>
        <w:pStyle w:val="Loendilik"/>
        <w:numPr>
          <w:ilvl w:val="1"/>
          <w:numId w:val="20"/>
        </w:numPr>
        <w:suppressAutoHyphens/>
        <w:spacing w:after="0" w:line="240" w:lineRule="auto"/>
        <w:jc w:val="both"/>
      </w:pPr>
      <w:r w:rsidRPr="006672D9">
        <w:t>Tarkvaraplatvorm peab võimaldama luua piiramatul hulgal erinevaid mänge, küsimusi ja võimaldama ühes kalendriaastas mängida loodud mänge kuni 10 000 korral.</w:t>
      </w:r>
    </w:p>
    <w:p w14:paraId="44F5CD10" w14:textId="77777777" w:rsidR="00E842C1" w:rsidRPr="006672D9" w:rsidRDefault="00E842C1" w:rsidP="00E842C1">
      <w:pPr>
        <w:pStyle w:val="Loendilik"/>
        <w:numPr>
          <w:ilvl w:val="1"/>
          <w:numId w:val="20"/>
        </w:numPr>
        <w:suppressAutoHyphens/>
        <w:spacing w:after="0" w:line="240" w:lineRule="auto"/>
        <w:jc w:val="both"/>
      </w:pPr>
      <w:r w:rsidRPr="006672D9">
        <w:t xml:space="preserve">Tarkvaraplatvorm peab võimaldama iga loodava küsimuse/ülesande juurde lisada suures mahus õppesisu, pilte, </w:t>
      </w:r>
      <w:proofErr w:type="spellStart"/>
      <w:r w:rsidRPr="006672D9">
        <w:t>videosid</w:t>
      </w:r>
      <w:proofErr w:type="spellEnd"/>
      <w:r w:rsidRPr="006672D9">
        <w:t xml:space="preserve"> ning küsimusele vihjeid täiendava info näol ning peale vastamist kommentaare/ seletusi (miks just see vastus õige, miks vastus vale). </w:t>
      </w:r>
    </w:p>
    <w:p w14:paraId="24C8C684" w14:textId="2569BD95" w:rsidR="00E842C1" w:rsidRPr="006672D9" w:rsidRDefault="00E842C1" w:rsidP="00E842C1">
      <w:pPr>
        <w:pStyle w:val="Loendilik"/>
        <w:numPr>
          <w:ilvl w:val="1"/>
          <w:numId w:val="20"/>
        </w:numPr>
        <w:suppressAutoHyphens/>
        <w:spacing w:after="0" w:line="240" w:lineRule="auto"/>
        <w:jc w:val="both"/>
      </w:pPr>
      <w:r w:rsidRPr="006672D9">
        <w:t>Teenu</w:t>
      </w:r>
      <w:r w:rsidR="00B90461">
        <w:t>se osutaja</w:t>
      </w:r>
      <w:r w:rsidRPr="006672D9">
        <w:t xml:space="preserve"> tarkvaraplatvormil peab olema tasuta </w:t>
      </w:r>
      <w:proofErr w:type="spellStart"/>
      <w:r w:rsidRPr="006672D9">
        <w:t>allalaetav</w:t>
      </w:r>
      <w:proofErr w:type="spellEnd"/>
      <w:r w:rsidRPr="006672D9">
        <w:t xml:space="preserve"> ja kasutatav mobiilirakendus, nii </w:t>
      </w:r>
      <w:proofErr w:type="spellStart"/>
      <w:r w:rsidRPr="006672D9">
        <w:t>iOS</w:t>
      </w:r>
      <w:proofErr w:type="spellEnd"/>
      <w:r w:rsidRPr="006672D9">
        <w:t xml:space="preserve"> kui Androidi seadmetele.</w:t>
      </w:r>
    </w:p>
    <w:p w14:paraId="4574786A" w14:textId="77777777" w:rsidR="00E842C1" w:rsidRPr="006672D9" w:rsidRDefault="00E842C1" w:rsidP="00E842C1">
      <w:pPr>
        <w:pStyle w:val="Loendilik"/>
        <w:numPr>
          <w:ilvl w:val="1"/>
          <w:numId w:val="20"/>
        </w:numPr>
        <w:suppressAutoHyphens/>
        <w:spacing w:after="0" w:line="240" w:lineRule="auto"/>
        <w:jc w:val="both"/>
      </w:pPr>
      <w:r w:rsidRPr="006672D9">
        <w:t>Tarkvaraplatvorm peab võimaldama luua personaliseeritud keeli (tõlkeid) rakenduse kuvamiseks.</w:t>
      </w:r>
    </w:p>
    <w:p w14:paraId="203C58C5" w14:textId="77777777" w:rsidR="00E842C1" w:rsidRPr="006672D9" w:rsidRDefault="00E842C1" w:rsidP="00E842C1">
      <w:pPr>
        <w:pStyle w:val="Loendilik"/>
        <w:numPr>
          <w:ilvl w:val="1"/>
          <w:numId w:val="20"/>
        </w:numPr>
        <w:suppressAutoHyphens/>
        <w:spacing w:after="0" w:line="240" w:lineRule="auto"/>
        <w:jc w:val="both"/>
      </w:pPr>
      <w:r w:rsidRPr="006672D9">
        <w:t>Teenuse pakkuja osutab eestikeelset kasutajatuge kogu hanke lepingu perioodi vältel.</w:t>
      </w:r>
    </w:p>
    <w:p w14:paraId="5DCBD8FA" w14:textId="2FFCECFD" w:rsidR="00B205FD" w:rsidRPr="006672D9" w:rsidRDefault="00B205FD" w:rsidP="006672D9">
      <w:pPr>
        <w:pStyle w:val="Pealkiri11"/>
        <w:numPr>
          <w:ilvl w:val="0"/>
          <w:numId w:val="0"/>
        </w:numPr>
        <w:jc w:val="both"/>
        <w:rPr>
          <w:spacing w:val="0"/>
        </w:rPr>
      </w:pPr>
    </w:p>
    <w:p w14:paraId="3A42AEE6" w14:textId="77777777" w:rsidR="00D513DD" w:rsidRDefault="00D513DD" w:rsidP="008A7C83">
      <w:pPr>
        <w:tabs>
          <w:tab w:val="left" w:pos="426"/>
        </w:tabs>
        <w:ind w:left="360"/>
        <w:jc w:val="both"/>
        <w:rPr>
          <w:b/>
          <w:bCs/>
          <w:spacing w:val="0"/>
        </w:rPr>
      </w:pPr>
    </w:p>
    <w:p w14:paraId="2B3C8ED0" w14:textId="77777777" w:rsidR="00D513DD" w:rsidRPr="00340026" w:rsidRDefault="00D513DD" w:rsidP="008A7C83">
      <w:pPr>
        <w:pStyle w:val="Pealkiri11"/>
        <w:jc w:val="both"/>
        <w:rPr>
          <w:b/>
          <w:iCs/>
          <w:spacing w:val="0"/>
        </w:rPr>
      </w:pPr>
      <w:r w:rsidRPr="00340026">
        <w:rPr>
          <w:b/>
          <w:iCs/>
          <w:spacing w:val="0"/>
        </w:rPr>
        <w:t>Poolte kohustused</w:t>
      </w:r>
    </w:p>
    <w:p w14:paraId="771DFEA3" w14:textId="3993433E" w:rsidR="00BC5BC3" w:rsidRPr="007E4D00" w:rsidRDefault="00D513DD" w:rsidP="007E4D00">
      <w:pPr>
        <w:pStyle w:val="Pealkiri21"/>
        <w:jc w:val="both"/>
        <w:rPr>
          <w:spacing w:val="0"/>
        </w:rPr>
      </w:pPr>
      <w:r w:rsidRPr="00340026">
        <w:rPr>
          <w:spacing w:val="0"/>
        </w:rPr>
        <w:t>Käsundisaaja kohustub:</w:t>
      </w:r>
    </w:p>
    <w:p w14:paraId="12E4CCA6" w14:textId="782AC12E" w:rsidR="00D513DD" w:rsidRPr="00B90461" w:rsidRDefault="00CC182A" w:rsidP="008A7C83">
      <w:pPr>
        <w:pStyle w:val="Pealkiri31"/>
        <w:jc w:val="both"/>
        <w:rPr>
          <w:spacing w:val="0"/>
        </w:rPr>
      </w:pPr>
      <w:r w:rsidRPr="00B90461">
        <w:rPr>
          <w:spacing w:val="0"/>
        </w:rPr>
        <w:t>osutama k</w:t>
      </w:r>
      <w:r w:rsidR="00D513DD" w:rsidRPr="00B90461">
        <w:rPr>
          <w:spacing w:val="0"/>
        </w:rPr>
        <w:t xml:space="preserve">äsundiandjale </w:t>
      </w:r>
      <w:r w:rsidRPr="00B90461">
        <w:rPr>
          <w:spacing w:val="0"/>
        </w:rPr>
        <w:t>l</w:t>
      </w:r>
      <w:r w:rsidR="00D513DD" w:rsidRPr="00B90461">
        <w:rPr>
          <w:spacing w:val="0"/>
        </w:rPr>
        <w:t xml:space="preserve">epingu punktis 1 nimetatud </w:t>
      </w:r>
      <w:r w:rsidRPr="00B90461">
        <w:rPr>
          <w:spacing w:val="0"/>
        </w:rPr>
        <w:t>t</w:t>
      </w:r>
      <w:r w:rsidR="00D513DD" w:rsidRPr="00B90461">
        <w:rPr>
          <w:spacing w:val="0"/>
        </w:rPr>
        <w:t xml:space="preserve">eenust vastavalt </w:t>
      </w:r>
      <w:r w:rsidRPr="00B90461">
        <w:rPr>
          <w:spacing w:val="0"/>
        </w:rPr>
        <w:t>l</w:t>
      </w:r>
      <w:r w:rsidR="00D513DD" w:rsidRPr="00B90461">
        <w:rPr>
          <w:spacing w:val="0"/>
        </w:rPr>
        <w:t>epin</w:t>
      </w:r>
      <w:r w:rsidR="00D513DD" w:rsidRPr="00B90461">
        <w:rPr>
          <w:spacing w:val="0"/>
        </w:rPr>
        <w:softHyphen/>
        <w:t xml:space="preserve">gus sätestatud tingimustele, oma teadmistele ja võimetele, täites </w:t>
      </w:r>
      <w:r w:rsidRPr="00B90461">
        <w:rPr>
          <w:spacing w:val="0"/>
        </w:rPr>
        <w:t>käsundi hoolsalt, lojaalselt, k</w:t>
      </w:r>
      <w:r w:rsidR="00D513DD" w:rsidRPr="00B90461">
        <w:rPr>
          <w:spacing w:val="0"/>
        </w:rPr>
        <w:t>äsundiandja jaoks parima kasuga ja vältides kahju tekkimist käsundiandja varale;</w:t>
      </w:r>
    </w:p>
    <w:p w14:paraId="03055940" w14:textId="294E4DA1" w:rsidR="00D513DD" w:rsidRDefault="00CC182A" w:rsidP="008A7C83">
      <w:pPr>
        <w:pStyle w:val="Pealkiri31"/>
        <w:jc w:val="both"/>
        <w:rPr>
          <w:spacing w:val="0"/>
        </w:rPr>
      </w:pPr>
      <w:r w:rsidRPr="00B90461">
        <w:rPr>
          <w:spacing w:val="0"/>
        </w:rPr>
        <w:t>teatama k</w:t>
      </w:r>
      <w:r w:rsidR="00D513DD" w:rsidRPr="00B90461">
        <w:rPr>
          <w:spacing w:val="0"/>
        </w:rPr>
        <w:t xml:space="preserve">äsundiandjale kõigist </w:t>
      </w:r>
      <w:r w:rsidRPr="00B90461">
        <w:rPr>
          <w:spacing w:val="0"/>
        </w:rPr>
        <w:t>t</w:t>
      </w:r>
      <w:r w:rsidR="00D513DD" w:rsidRPr="00B90461">
        <w:rPr>
          <w:spacing w:val="0"/>
        </w:rPr>
        <w:t>eenuse osutamisega seotud olulistest asjaoludest, eelkõige sellistest asjaoludest, mis</w:t>
      </w:r>
      <w:r w:rsidR="00D513DD" w:rsidRPr="00340026">
        <w:rPr>
          <w:spacing w:val="0"/>
        </w:rPr>
        <w:t xml:space="preserve"> võivad ajendada </w:t>
      </w:r>
      <w:r w:rsidRPr="00340026">
        <w:rPr>
          <w:spacing w:val="0"/>
        </w:rPr>
        <w:t>k</w:t>
      </w:r>
      <w:r w:rsidR="00D513DD" w:rsidRPr="00340026">
        <w:rPr>
          <w:spacing w:val="0"/>
        </w:rPr>
        <w:t xml:space="preserve">äsundiandjat juhiseid muutma; </w:t>
      </w:r>
    </w:p>
    <w:p w14:paraId="14A27EB8" w14:textId="77777777" w:rsidR="007E4D00" w:rsidRPr="00340026" w:rsidRDefault="007E4D00" w:rsidP="007E4D00">
      <w:pPr>
        <w:pStyle w:val="Pealkiri31"/>
        <w:numPr>
          <w:ilvl w:val="0"/>
          <w:numId w:val="0"/>
        </w:numPr>
        <w:ind w:left="720"/>
        <w:jc w:val="both"/>
        <w:rPr>
          <w:spacing w:val="0"/>
        </w:rPr>
      </w:pPr>
    </w:p>
    <w:p w14:paraId="58A981E5" w14:textId="3D4F798F" w:rsidR="00D513DD" w:rsidRPr="00340026" w:rsidRDefault="00D513DD" w:rsidP="007E4D00">
      <w:pPr>
        <w:jc w:val="both"/>
        <w:rPr>
          <w:b/>
          <w:iCs/>
          <w:spacing w:val="0"/>
        </w:rPr>
      </w:pPr>
      <w:r w:rsidRPr="00340026">
        <w:rPr>
          <w:b/>
          <w:iCs/>
          <w:spacing w:val="0"/>
        </w:rPr>
        <w:lastRenderedPageBreak/>
        <w:t>Tasu</w:t>
      </w:r>
    </w:p>
    <w:p w14:paraId="3CB94132" w14:textId="0998D9E7" w:rsidR="00AF30F3" w:rsidRPr="00BE18EF" w:rsidRDefault="00AF30F3" w:rsidP="00AF30F3">
      <w:pPr>
        <w:pStyle w:val="Pealkiri21"/>
        <w:numPr>
          <w:ilvl w:val="1"/>
          <w:numId w:val="21"/>
        </w:numPr>
        <w:jc w:val="both"/>
        <w:rPr>
          <w:spacing w:val="0"/>
        </w:rPr>
      </w:pPr>
      <w:r w:rsidRPr="00AF30F3">
        <w:rPr>
          <w:spacing w:val="0"/>
        </w:rPr>
        <w:t xml:space="preserve">Käsundiandja maksab käsundisaajale teenuse osutamise eest kokku </w:t>
      </w:r>
      <w:r w:rsidRPr="00AF30F3">
        <w:rPr>
          <w:spacing w:val="0"/>
        </w:rPr>
        <w:fldChar w:fldCharType="begin"/>
      </w:r>
      <w:r w:rsidRPr="00AF30F3">
        <w:rPr>
          <w:spacing w:val="0"/>
        </w:rPr>
        <w:instrText xml:space="preserve"> MACROBUTTON  AcceptAllChangesInDoc [Sisesta summa] </w:instrText>
      </w:r>
      <w:r w:rsidRPr="00AF30F3">
        <w:rPr>
          <w:spacing w:val="0"/>
        </w:rPr>
        <w:fldChar w:fldCharType="end"/>
      </w:r>
      <w:r w:rsidRPr="00AF30F3">
        <w:rPr>
          <w:spacing w:val="0"/>
        </w:rPr>
        <w:t xml:space="preserve">  (</w:t>
      </w:r>
      <w:r w:rsidRPr="00AF30F3">
        <w:rPr>
          <w:spacing w:val="0"/>
        </w:rPr>
        <w:fldChar w:fldCharType="begin"/>
      </w:r>
      <w:r w:rsidRPr="00AF30F3">
        <w:rPr>
          <w:spacing w:val="0"/>
        </w:rPr>
        <w:instrText xml:space="preserve"> MACROBUTTON  AcceptAllChangesInDoc [Sisesta summa sõnadega]) </w:instrText>
      </w:r>
      <w:r w:rsidRPr="00AF30F3">
        <w:rPr>
          <w:spacing w:val="0"/>
        </w:rPr>
        <w:fldChar w:fldCharType="end"/>
      </w:r>
      <w:r w:rsidRPr="00AF30F3">
        <w:rPr>
          <w:spacing w:val="0"/>
        </w:rPr>
        <w:t>eurot</w:t>
      </w:r>
      <w:r>
        <w:rPr>
          <w:spacing w:val="0"/>
        </w:rPr>
        <w:t xml:space="preserve">, </w:t>
      </w:r>
      <w:r w:rsidRPr="001B11F5">
        <w:rPr>
          <w:spacing w:val="0"/>
        </w:rPr>
        <w:t xml:space="preserve">millele lisandub käibemaks. </w:t>
      </w:r>
    </w:p>
    <w:p w14:paraId="4DE3F19F" w14:textId="2564C225" w:rsidR="00AF30F3" w:rsidRPr="001B11F5" w:rsidRDefault="00AF30F3" w:rsidP="008A7C83">
      <w:pPr>
        <w:pStyle w:val="Pealkiri21"/>
        <w:jc w:val="both"/>
        <w:rPr>
          <w:spacing w:val="0"/>
        </w:rPr>
      </w:pPr>
      <w:r w:rsidRPr="001B11F5">
        <w:rPr>
          <w:spacing w:val="0"/>
        </w:rPr>
        <w:t xml:space="preserve">Käsundisaaja tasub </w:t>
      </w:r>
      <w:r w:rsidR="00BE18EF" w:rsidRPr="001B11F5">
        <w:rPr>
          <w:spacing w:val="0"/>
        </w:rPr>
        <w:t>teenuse</w:t>
      </w:r>
      <w:r w:rsidRPr="001B11F5">
        <w:rPr>
          <w:spacing w:val="0"/>
        </w:rPr>
        <w:t xml:space="preserve"> eest </w:t>
      </w:r>
      <w:r w:rsidR="00F25817" w:rsidRPr="001B11F5">
        <w:rPr>
          <w:spacing w:val="0"/>
        </w:rPr>
        <w:t xml:space="preserve"> 1 kord kvartalis</w:t>
      </w:r>
      <w:r w:rsidR="000B51B1" w:rsidRPr="001B11F5">
        <w:rPr>
          <w:spacing w:val="0"/>
        </w:rPr>
        <w:t xml:space="preserve"> summas </w:t>
      </w:r>
      <w:r w:rsidR="003E5A94" w:rsidRPr="001B11F5">
        <w:rPr>
          <w:spacing w:val="0"/>
        </w:rPr>
        <w:t xml:space="preserve">[Lepingu hind / </w:t>
      </w:r>
      <w:r w:rsidR="00E42969" w:rsidRPr="001B11F5">
        <w:rPr>
          <w:spacing w:val="0"/>
        </w:rPr>
        <w:t>4 kvartal</w:t>
      </w:r>
      <w:r w:rsidR="003E5A94" w:rsidRPr="001B11F5">
        <w:rPr>
          <w:spacing w:val="0"/>
        </w:rPr>
        <w:t xml:space="preserve">]  </w:t>
      </w:r>
      <w:r w:rsidR="001B11F5" w:rsidRPr="001B11F5">
        <w:rPr>
          <w:spacing w:val="0"/>
        </w:rPr>
        <w:t xml:space="preserve">eurot peale  käsundisaaja poolt esitatud  ja käsundiandja poolt igakuise osutatud teenuse akti kinnitamist.  </w:t>
      </w:r>
    </w:p>
    <w:p w14:paraId="79E92480" w14:textId="256FD24F" w:rsidR="006C5A2D" w:rsidRPr="00B90461" w:rsidRDefault="00B7395B" w:rsidP="008A7C83">
      <w:pPr>
        <w:pStyle w:val="Pealkiri21"/>
        <w:jc w:val="both"/>
      </w:pPr>
      <w:r w:rsidRPr="00B90461">
        <w:rPr>
          <w:spacing w:val="0"/>
        </w:rPr>
        <w:t>K</w:t>
      </w:r>
      <w:r w:rsidR="00FF5985" w:rsidRPr="00B90461">
        <w:rPr>
          <w:spacing w:val="0"/>
        </w:rPr>
        <w:t>äsundiandja kohus</w:t>
      </w:r>
      <w:r w:rsidRPr="00B90461">
        <w:rPr>
          <w:spacing w:val="0"/>
        </w:rPr>
        <w:t xml:space="preserve">tub maksma tasu teenuse </w:t>
      </w:r>
      <w:r w:rsidR="00FF5985" w:rsidRPr="00B90461">
        <w:rPr>
          <w:spacing w:val="0"/>
        </w:rPr>
        <w:t xml:space="preserve">käsundisaaja esitatud arvete kohaselt. </w:t>
      </w:r>
      <w:r w:rsidRPr="00B90461">
        <w:rPr>
          <w:spacing w:val="0"/>
        </w:rPr>
        <w:t>K</w:t>
      </w:r>
      <w:r w:rsidR="00FF5985" w:rsidRPr="00B90461">
        <w:rPr>
          <w:spacing w:val="0"/>
        </w:rPr>
        <w:t>äsundisaaja esitab</w:t>
      </w:r>
      <w:r w:rsidR="008A7C83" w:rsidRPr="00B90461">
        <w:rPr>
          <w:spacing w:val="0"/>
        </w:rPr>
        <w:t xml:space="preserve"> arve vaid elektrooniliselt</w:t>
      </w:r>
      <w:r w:rsidR="00FF5985" w:rsidRPr="00B90461">
        <w:rPr>
          <w:spacing w:val="0"/>
        </w:rPr>
        <w:t xml:space="preserve"> kokkulepitud graafiku alusel</w:t>
      </w:r>
      <w:r w:rsidR="008A7C83" w:rsidRPr="00B90461">
        <w:rPr>
          <w:spacing w:val="0"/>
        </w:rPr>
        <w:t>. Arve esitamiseks tuleb kasutada elektrooniliste arvete esitamiseks mõeldud raamatupidamistarkvara või raamatupidamistarkvara E-arveldaja, mis asub ettevõtjaportaalis https://www.rik.ee/et/e-arveldaja.</w:t>
      </w:r>
    </w:p>
    <w:p w14:paraId="6F36F1C1" w14:textId="6350DA18" w:rsidR="00D513DD" w:rsidRPr="00B90461" w:rsidRDefault="00D513DD" w:rsidP="008A7C83">
      <w:pPr>
        <w:pStyle w:val="Pealkiri21"/>
        <w:jc w:val="both"/>
        <w:rPr>
          <w:spacing w:val="0"/>
        </w:rPr>
      </w:pPr>
      <w:r w:rsidRPr="00B90461">
        <w:rPr>
          <w:spacing w:val="0"/>
        </w:rPr>
        <w:t xml:space="preserve">Juhul, kui </w:t>
      </w:r>
      <w:r w:rsidR="00CC182A" w:rsidRPr="00B90461">
        <w:rPr>
          <w:spacing w:val="0"/>
        </w:rPr>
        <w:t>l</w:t>
      </w:r>
      <w:r w:rsidRPr="00B90461">
        <w:rPr>
          <w:spacing w:val="0"/>
        </w:rPr>
        <w:t xml:space="preserve">epingu täitmise käigus selgub </w:t>
      </w:r>
      <w:r w:rsidR="00CC182A" w:rsidRPr="00B90461">
        <w:rPr>
          <w:spacing w:val="0"/>
        </w:rPr>
        <w:t>t</w:t>
      </w:r>
      <w:r w:rsidRPr="00B90461">
        <w:rPr>
          <w:spacing w:val="0"/>
        </w:rPr>
        <w:t>eenuste m</w:t>
      </w:r>
      <w:r w:rsidR="00CC182A" w:rsidRPr="00B90461">
        <w:rPr>
          <w:spacing w:val="0"/>
        </w:rPr>
        <w:t>ahu muutmise vajadus, lepivad po</w:t>
      </w:r>
      <w:r w:rsidRPr="00B90461">
        <w:rPr>
          <w:spacing w:val="0"/>
        </w:rPr>
        <w:t xml:space="preserve">oled kokku koos mahu muutumisega </w:t>
      </w:r>
      <w:r w:rsidR="00CC182A" w:rsidRPr="00B90461">
        <w:rPr>
          <w:spacing w:val="0"/>
        </w:rPr>
        <w:t>l</w:t>
      </w:r>
      <w:r w:rsidR="00FF5985" w:rsidRPr="00B90461">
        <w:rPr>
          <w:spacing w:val="0"/>
        </w:rPr>
        <w:t>epingu punktis 2.3</w:t>
      </w:r>
      <w:r w:rsidR="00F45D90" w:rsidRPr="00B90461">
        <w:rPr>
          <w:spacing w:val="0"/>
        </w:rPr>
        <w:t>.</w:t>
      </w:r>
      <w:r w:rsidRPr="00B90461">
        <w:rPr>
          <w:spacing w:val="0"/>
        </w:rPr>
        <w:t xml:space="preserve"> nimetatud summa muutmise.</w:t>
      </w:r>
    </w:p>
    <w:p w14:paraId="29E5708D" w14:textId="77777777" w:rsidR="00B623E9" w:rsidRPr="00B90461" w:rsidRDefault="00B623E9" w:rsidP="008A7C83">
      <w:pPr>
        <w:jc w:val="both"/>
        <w:rPr>
          <w:spacing w:val="0"/>
        </w:rPr>
      </w:pPr>
    </w:p>
    <w:p w14:paraId="621BA79D" w14:textId="77777777" w:rsidR="00B623E9" w:rsidRPr="00B90461" w:rsidRDefault="00B623E9" w:rsidP="008A7C83">
      <w:pPr>
        <w:pStyle w:val="Pealkiri11"/>
        <w:jc w:val="both"/>
        <w:rPr>
          <w:b/>
          <w:iCs/>
          <w:spacing w:val="0"/>
        </w:rPr>
      </w:pPr>
      <w:r w:rsidRPr="00B90461">
        <w:rPr>
          <w:b/>
          <w:iCs/>
          <w:spacing w:val="0"/>
        </w:rPr>
        <w:t>Poolte esindajad ja kontaktandmed</w:t>
      </w:r>
    </w:p>
    <w:p w14:paraId="59FA1C6F" w14:textId="477736CC" w:rsidR="00B623E9" w:rsidRPr="00B90461" w:rsidRDefault="00F45D90" w:rsidP="008A7C83">
      <w:pPr>
        <w:pStyle w:val="Pealkiri21"/>
        <w:jc w:val="both"/>
        <w:rPr>
          <w:spacing w:val="0"/>
        </w:rPr>
      </w:pPr>
      <w:r w:rsidRPr="00B90461">
        <w:rPr>
          <w:spacing w:val="0"/>
        </w:rPr>
        <w:t>Käsundiandja</w:t>
      </w:r>
      <w:r w:rsidR="008A7C83" w:rsidRPr="00B90461">
        <w:rPr>
          <w:spacing w:val="0"/>
        </w:rPr>
        <w:t xml:space="preserve"> esindaja on RMK </w:t>
      </w:r>
      <w:r w:rsidR="008A7C83" w:rsidRPr="00B90461">
        <w:rPr>
          <w:spacing w:val="0"/>
        </w:rPr>
        <w:fldChar w:fldCharType="begin"/>
      </w:r>
      <w:r w:rsidR="008A7C83" w:rsidRPr="00B90461">
        <w:rPr>
          <w:spacing w:val="0"/>
        </w:rPr>
        <w:instrText xml:space="preserve"> MACROBUTTON  AcceptAllChangesInDoc [Sisesta eesnimi ja perekonnanimi] </w:instrText>
      </w:r>
      <w:r w:rsidR="008A7C83" w:rsidRPr="00B90461">
        <w:rPr>
          <w:spacing w:val="0"/>
        </w:rPr>
        <w:fldChar w:fldCharType="end"/>
      </w:r>
      <w:r w:rsidR="00B623E9" w:rsidRPr="00B90461">
        <w:rPr>
          <w:spacing w:val="0"/>
        </w:rPr>
        <w:t>tel</w:t>
      </w:r>
      <w:r w:rsidR="008A7C83" w:rsidRPr="00B90461">
        <w:rPr>
          <w:spacing w:val="0"/>
        </w:rPr>
        <w:t xml:space="preserve"> </w:t>
      </w:r>
      <w:r w:rsidR="008A7C83" w:rsidRPr="00B90461">
        <w:rPr>
          <w:spacing w:val="-3"/>
        </w:rPr>
        <w:fldChar w:fldCharType="begin"/>
      </w:r>
      <w:r w:rsidR="008A7C83" w:rsidRPr="00B90461">
        <w:rPr>
          <w:spacing w:val="-3"/>
        </w:rPr>
        <w:instrText xml:space="preserve"> MACROBUTTON  AcceptAllChangesInDoc [Sisesta number] </w:instrText>
      </w:r>
      <w:r w:rsidR="008A7C83" w:rsidRPr="00B90461">
        <w:rPr>
          <w:spacing w:val="-3"/>
        </w:rPr>
        <w:fldChar w:fldCharType="end"/>
      </w:r>
      <w:r w:rsidR="008A7C83" w:rsidRPr="00B90461">
        <w:rPr>
          <w:spacing w:val="0"/>
        </w:rPr>
        <w:t xml:space="preserve">, e-post </w:t>
      </w:r>
      <w:r w:rsidR="008A7C83" w:rsidRPr="00B90461">
        <w:rPr>
          <w:spacing w:val="0"/>
        </w:rPr>
        <w:fldChar w:fldCharType="begin"/>
      </w:r>
      <w:r w:rsidR="008A7C83" w:rsidRPr="00B90461">
        <w:rPr>
          <w:spacing w:val="0"/>
        </w:rPr>
        <w:instrText>MACROBUTTON  AcceptAllChangesInDoc [Sisesta e-post]</w:instrText>
      </w:r>
      <w:r w:rsidR="008A7C83" w:rsidRPr="00B90461">
        <w:rPr>
          <w:spacing w:val="0"/>
        </w:rPr>
        <w:fldChar w:fldCharType="end"/>
      </w:r>
      <w:r w:rsidR="00B623E9" w:rsidRPr="00B90461">
        <w:rPr>
          <w:spacing w:val="0"/>
        </w:rPr>
        <w:t xml:space="preserve"> </w:t>
      </w:r>
      <w:r w:rsidR="008A7C83" w:rsidRPr="00B90461">
        <w:rPr>
          <w:spacing w:val="0"/>
        </w:rPr>
        <w:t>.</w:t>
      </w:r>
    </w:p>
    <w:p w14:paraId="6B21A577" w14:textId="02AC6E95" w:rsidR="00340026" w:rsidRPr="00B90461" w:rsidRDefault="00F45D90" w:rsidP="008A7C83">
      <w:pPr>
        <w:pStyle w:val="Pealkiri21"/>
        <w:jc w:val="both"/>
        <w:rPr>
          <w:spacing w:val="0"/>
        </w:rPr>
      </w:pPr>
      <w:r w:rsidRPr="00B90461">
        <w:rPr>
          <w:spacing w:val="0"/>
        </w:rPr>
        <w:t>Käsundisaaja</w:t>
      </w:r>
      <w:r w:rsidR="008A7C83" w:rsidRPr="00B90461">
        <w:rPr>
          <w:spacing w:val="0"/>
        </w:rPr>
        <w:t xml:space="preserve"> esindaja on </w:t>
      </w:r>
      <w:r w:rsidR="008A7C83" w:rsidRPr="00B90461">
        <w:rPr>
          <w:spacing w:val="0"/>
        </w:rPr>
        <w:fldChar w:fldCharType="begin"/>
      </w:r>
      <w:r w:rsidR="008A7C83" w:rsidRPr="00B90461">
        <w:rPr>
          <w:spacing w:val="0"/>
        </w:rPr>
        <w:instrText xml:space="preserve"> MACROBUTTON  AcceptAllChangesInDoc [Sisesta ametinimetus] </w:instrText>
      </w:r>
      <w:r w:rsidR="008A7C83" w:rsidRPr="00B90461">
        <w:rPr>
          <w:spacing w:val="0"/>
        </w:rPr>
        <w:fldChar w:fldCharType="end"/>
      </w:r>
      <w:r w:rsidR="008A7C83" w:rsidRPr="00B90461">
        <w:rPr>
          <w:spacing w:val="0"/>
        </w:rPr>
        <w:fldChar w:fldCharType="begin"/>
      </w:r>
      <w:r w:rsidR="008A7C83" w:rsidRPr="00B90461">
        <w:rPr>
          <w:spacing w:val="0"/>
        </w:rPr>
        <w:instrText xml:space="preserve"> MACROBUTTON  AcceptAllChangesInDoc [Sisesta eesnimi ja perekonnanimi] </w:instrText>
      </w:r>
      <w:r w:rsidR="008A7C83" w:rsidRPr="00B90461">
        <w:rPr>
          <w:spacing w:val="0"/>
        </w:rPr>
        <w:fldChar w:fldCharType="end"/>
      </w:r>
      <w:r w:rsidR="00B623E9" w:rsidRPr="00B90461">
        <w:rPr>
          <w:spacing w:val="0"/>
        </w:rPr>
        <w:t xml:space="preserve">, tel </w:t>
      </w:r>
      <w:r w:rsidR="008A7C83" w:rsidRPr="00B90461">
        <w:rPr>
          <w:spacing w:val="-3"/>
        </w:rPr>
        <w:fldChar w:fldCharType="begin"/>
      </w:r>
      <w:r w:rsidR="008A7C83" w:rsidRPr="00B90461">
        <w:rPr>
          <w:spacing w:val="-3"/>
        </w:rPr>
        <w:instrText xml:space="preserve"> MACROBUTTON  AcceptAllChangesInDoc [Sisesta number] </w:instrText>
      </w:r>
      <w:r w:rsidR="008A7C83" w:rsidRPr="00B90461">
        <w:rPr>
          <w:spacing w:val="-3"/>
        </w:rPr>
        <w:fldChar w:fldCharType="end"/>
      </w:r>
      <w:r w:rsidR="008A7C83" w:rsidRPr="00B90461">
        <w:rPr>
          <w:spacing w:val="0"/>
        </w:rPr>
        <w:t xml:space="preserve">e-post </w:t>
      </w:r>
      <w:r w:rsidR="008A7C83" w:rsidRPr="00B90461">
        <w:rPr>
          <w:spacing w:val="0"/>
        </w:rPr>
        <w:fldChar w:fldCharType="begin"/>
      </w:r>
      <w:r w:rsidR="008A7C83" w:rsidRPr="00B90461">
        <w:rPr>
          <w:spacing w:val="0"/>
        </w:rPr>
        <w:instrText>MACROBUTTON  AcceptAllChangesInDoc [Sisesta e-post]</w:instrText>
      </w:r>
      <w:r w:rsidR="008A7C83" w:rsidRPr="00B90461">
        <w:rPr>
          <w:spacing w:val="0"/>
        </w:rPr>
        <w:fldChar w:fldCharType="end"/>
      </w:r>
      <w:r w:rsidR="00125A5F" w:rsidRPr="00B90461">
        <w:rPr>
          <w:spacing w:val="0"/>
        </w:rPr>
        <w:t>.</w:t>
      </w:r>
    </w:p>
    <w:p w14:paraId="04D5A997" w14:textId="77777777" w:rsidR="00B026A6" w:rsidRPr="00340026" w:rsidRDefault="00B026A6" w:rsidP="008A7C83">
      <w:pPr>
        <w:pStyle w:val="Pealkiri11"/>
        <w:numPr>
          <w:ilvl w:val="0"/>
          <w:numId w:val="0"/>
        </w:numPr>
        <w:ind w:left="432"/>
        <w:jc w:val="both"/>
        <w:rPr>
          <w:b/>
          <w:iCs/>
          <w:spacing w:val="0"/>
        </w:rPr>
      </w:pPr>
    </w:p>
    <w:p w14:paraId="13D7B3F0" w14:textId="77777777" w:rsidR="00D513DD" w:rsidRPr="00340026" w:rsidRDefault="00D513DD" w:rsidP="008A7C83">
      <w:pPr>
        <w:pStyle w:val="Pealkiri11"/>
        <w:jc w:val="both"/>
        <w:rPr>
          <w:b/>
          <w:iCs/>
          <w:spacing w:val="0"/>
        </w:rPr>
      </w:pPr>
      <w:r w:rsidRPr="00340026">
        <w:rPr>
          <w:b/>
          <w:iCs/>
          <w:spacing w:val="0"/>
        </w:rPr>
        <w:t>Teadete edastamine</w:t>
      </w:r>
    </w:p>
    <w:p w14:paraId="551ECCDC" w14:textId="77777777" w:rsidR="005A641D" w:rsidRPr="00340026" w:rsidRDefault="005A641D" w:rsidP="008A7C83">
      <w:pPr>
        <w:pStyle w:val="Pealkiri21"/>
        <w:jc w:val="both"/>
        <w:rPr>
          <w:spacing w:val="0"/>
        </w:rPr>
      </w:pPr>
      <w:r w:rsidRPr="00340026">
        <w:rPr>
          <w:spacing w:val="0"/>
        </w:rPr>
        <w:t>Lepinguga seotud teated edastatakse tele</w:t>
      </w:r>
      <w:r w:rsidR="0099525C">
        <w:rPr>
          <w:spacing w:val="0"/>
        </w:rPr>
        <w:t>foni teel või e-kirjaga</w:t>
      </w:r>
      <w:r w:rsidRPr="00340026">
        <w:rPr>
          <w:spacing w:val="0"/>
        </w:rPr>
        <w:t xml:space="preserve"> poole lepingus märgitud e-posti aadressile. Kontaktandmete muutusest on pool kohustatud koheselt informeerima teist poolt.</w:t>
      </w:r>
    </w:p>
    <w:p w14:paraId="19A6097D" w14:textId="77777777" w:rsidR="005A641D" w:rsidRPr="00340026" w:rsidRDefault="0099525C" w:rsidP="008A7C83">
      <w:pPr>
        <w:pStyle w:val="Pealkiri21"/>
        <w:jc w:val="both"/>
        <w:rPr>
          <w:spacing w:val="0"/>
        </w:rPr>
      </w:pPr>
      <w:r>
        <w:rPr>
          <w:spacing w:val="0"/>
        </w:rPr>
        <w:t>E-kirjaga</w:t>
      </w:r>
      <w:r w:rsidR="005A641D" w:rsidRPr="00340026">
        <w:rPr>
          <w:spacing w:val="0"/>
        </w:rPr>
        <w:t xml:space="preserve"> edastatud teated peetakse kättesaaduks alates teate edastamisele järgnevast tööpäevast.</w:t>
      </w:r>
    </w:p>
    <w:p w14:paraId="11C6B3AA" w14:textId="77777777" w:rsidR="005A641D" w:rsidRPr="00340026" w:rsidRDefault="005A641D" w:rsidP="008A7C83">
      <w:pPr>
        <w:pStyle w:val="Pealkiri21"/>
        <w:jc w:val="both"/>
        <w:rPr>
          <w:spacing w:val="0"/>
        </w:rPr>
      </w:pPr>
      <w:r w:rsidRPr="00340026">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w:t>
      </w:r>
      <w:r w:rsidR="0099525C">
        <w:rPr>
          <w:spacing w:val="0"/>
        </w:rPr>
        <w:t>i teade edastatakse e-kirjaga</w:t>
      </w:r>
      <w:r w:rsidRPr="00340026">
        <w:rPr>
          <w:spacing w:val="0"/>
        </w:rPr>
        <w:t>.</w:t>
      </w:r>
    </w:p>
    <w:p w14:paraId="0EE73D87" w14:textId="77777777" w:rsidR="00D513DD" w:rsidRDefault="00D513DD" w:rsidP="008A7C83">
      <w:pPr>
        <w:jc w:val="both"/>
        <w:rPr>
          <w:spacing w:val="0"/>
        </w:rPr>
      </w:pPr>
    </w:p>
    <w:p w14:paraId="5830236E" w14:textId="77777777" w:rsidR="00843F20" w:rsidRPr="00340026" w:rsidRDefault="00843F20" w:rsidP="008A7C83">
      <w:pPr>
        <w:pStyle w:val="Pealkiri11"/>
        <w:jc w:val="both"/>
        <w:rPr>
          <w:b/>
          <w:iCs/>
          <w:spacing w:val="0"/>
        </w:rPr>
      </w:pPr>
      <w:r w:rsidRPr="00340026">
        <w:rPr>
          <w:b/>
          <w:iCs/>
          <w:spacing w:val="0"/>
        </w:rPr>
        <w:t>Lepingu lõppemine ja lõpetamine</w:t>
      </w:r>
    </w:p>
    <w:p w14:paraId="49CC266D" w14:textId="77777777" w:rsidR="00843F20" w:rsidRPr="00340026" w:rsidRDefault="00843F20" w:rsidP="008A7C83">
      <w:pPr>
        <w:pStyle w:val="Pealkiri21"/>
        <w:jc w:val="both"/>
        <w:rPr>
          <w:spacing w:val="0"/>
        </w:rPr>
      </w:pPr>
      <w:r w:rsidRPr="00340026">
        <w:rPr>
          <w:spacing w:val="0"/>
        </w:rPr>
        <w:t>Leping lõpeb, kui lepingust tulenevad poolte kohustused on mõlemapoolselt täielikult ja nõuetekohaselt täidetud või seoses lepingu tähtaja saabumisega.</w:t>
      </w:r>
    </w:p>
    <w:p w14:paraId="37EAF9EA" w14:textId="08565D3D" w:rsidR="00843F20" w:rsidRPr="00340026" w:rsidRDefault="00843F20" w:rsidP="008A7C83">
      <w:pPr>
        <w:pStyle w:val="Pealkiri21"/>
        <w:jc w:val="both"/>
        <w:rPr>
          <w:spacing w:val="0"/>
        </w:rPr>
      </w:pPr>
      <w:r w:rsidRPr="00340026">
        <w:rPr>
          <w:spacing w:val="0"/>
        </w:rPr>
        <w:t xml:space="preserve">Kumbki pool võib käesoleva lepingu ennetähtaegselt üles öelda teatades sellest teisele poolele kirjalikult ette </w:t>
      </w:r>
      <w:r w:rsidR="005214B5">
        <w:rPr>
          <w:spacing w:val="0"/>
        </w:rPr>
        <w:t xml:space="preserve">30 päeva. </w:t>
      </w:r>
    </w:p>
    <w:p w14:paraId="4C826970" w14:textId="39F9BDBC" w:rsidR="00843F20" w:rsidRPr="00340026" w:rsidRDefault="00843F20" w:rsidP="008A7C83">
      <w:pPr>
        <w:pStyle w:val="Pealkiri21"/>
        <w:jc w:val="both"/>
        <w:rPr>
          <w:spacing w:val="0"/>
        </w:rPr>
      </w:pPr>
      <w:r w:rsidRPr="00340026">
        <w:rPr>
          <w:spacing w:val="0"/>
        </w:rPr>
        <w:t xml:space="preserve">Kumbki pool võib käesoleva lepingu punktides </w:t>
      </w:r>
      <w:r w:rsidR="00B15BB7">
        <w:rPr>
          <w:spacing w:val="0"/>
        </w:rPr>
        <w:t>5</w:t>
      </w:r>
      <w:r w:rsidRPr="00340026">
        <w:rPr>
          <w:spacing w:val="0"/>
        </w:rPr>
        <w:t xml:space="preserve">.1 ja </w:t>
      </w:r>
      <w:r w:rsidR="00B15BB7">
        <w:rPr>
          <w:spacing w:val="0"/>
        </w:rPr>
        <w:t>5</w:t>
      </w:r>
      <w:r w:rsidRPr="00340026">
        <w:rPr>
          <w:spacing w:val="0"/>
        </w:rPr>
        <w:t>.2 nimetatud tähtaegu järgimata lepingu üles öelda, kui ilmneb, et kõiki asjaolusid arvesse võttes ja mõlema poole huvisid kaaludes ei või oodata, et lepingut üles öelda sooviv pool jätkaks lepingu täitmist kuni üles</w:t>
      </w:r>
      <w:r w:rsidRPr="00340026">
        <w:rPr>
          <w:spacing w:val="0"/>
        </w:rPr>
        <w:softHyphen/>
        <w:t xml:space="preserve">ütlemistähtaja või lepingu tähtaja möödumiseni. </w:t>
      </w:r>
    </w:p>
    <w:p w14:paraId="4213C8F3" w14:textId="77777777" w:rsidR="00843F20" w:rsidRPr="00CF572E" w:rsidRDefault="00843F20" w:rsidP="008A7C83">
      <w:pPr>
        <w:jc w:val="both"/>
        <w:rPr>
          <w:spacing w:val="0"/>
        </w:rPr>
      </w:pPr>
    </w:p>
    <w:p w14:paraId="0C10F543" w14:textId="77777777" w:rsidR="00D513DD" w:rsidRPr="00340026" w:rsidRDefault="00D513DD" w:rsidP="008A7C83">
      <w:pPr>
        <w:pStyle w:val="Pealkiri11"/>
        <w:jc w:val="both"/>
        <w:rPr>
          <w:b/>
        </w:rPr>
      </w:pPr>
      <w:r w:rsidRPr="00340026">
        <w:rPr>
          <w:b/>
          <w:iCs/>
          <w:spacing w:val="0"/>
        </w:rPr>
        <w:t>Lõppsätted</w:t>
      </w:r>
    </w:p>
    <w:p w14:paraId="019DBCCC" w14:textId="77777777" w:rsidR="00D513DD" w:rsidRDefault="00633C31" w:rsidP="008A7C83">
      <w:pPr>
        <w:pStyle w:val="Pealkiri21"/>
        <w:jc w:val="both"/>
        <w:rPr>
          <w:spacing w:val="0"/>
        </w:rPr>
      </w:pPr>
      <w:r w:rsidRPr="00340026">
        <w:rPr>
          <w:spacing w:val="0"/>
        </w:rPr>
        <w:t>Kõik l</w:t>
      </w:r>
      <w:r w:rsidR="00D513DD" w:rsidRPr="00340026">
        <w:rPr>
          <w:spacing w:val="0"/>
        </w:rPr>
        <w:t>epingu muudatused jõustuvad päras</w:t>
      </w:r>
      <w:r w:rsidRPr="00340026">
        <w:rPr>
          <w:spacing w:val="0"/>
        </w:rPr>
        <w:t>t nende allakirjutamist mõlema p</w:t>
      </w:r>
      <w:r w:rsidR="00D513DD" w:rsidRPr="00340026">
        <w:rPr>
          <w:spacing w:val="0"/>
        </w:rPr>
        <w:t>oole poolt al</w:t>
      </w:r>
      <w:r w:rsidR="00CF572E" w:rsidRPr="00340026">
        <w:rPr>
          <w:spacing w:val="0"/>
        </w:rPr>
        <w:softHyphen/>
      </w:r>
      <w:r w:rsidRPr="00340026">
        <w:rPr>
          <w:spacing w:val="0"/>
        </w:rPr>
        <w:t>lakirjutamise momendist või p</w:t>
      </w:r>
      <w:r w:rsidR="00D513DD" w:rsidRPr="00340026">
        <w:rPr>
          <w:spacing w:val="0"/>
        </w:rPr>
        <w:t>oolte poolt kirjalikult määratud tähtajal.</w:t>
      </w:r>
    </w:p>
    <w:p w14:paraId="127266F1" w14:textId="6E855840" w:rsidR="004536FA" w:rsidRPr="003E4891" w:rsidRDefault="004536FA" w:rsidP="004536FA">
      <w:pPr>
        <w:pStyle w:val="Pealkiri21"/>
        <w:rPr>
          <w:spacing w:val="0"/>
          <w:lang w:eastAsia="et-EE"/>
        </w:rPr>
      </w:pPr>
      <w:r w:rsidRPr="003E4891">
        <w:rPr>
          <w:spacing w:val="0"/>
        </w:rPr>
        <w:t xml:space="preserve">Lepingule on lisatud </w:t>
      </w:r>
      <w:r w:rsidR="0005022A" w:rsidRPr="003E4891">
        <w:rPr>
          <w:spacing w:val="0"/>
        </w:rPr>
        <w:t xml:space="preserve">„ </w:t>
      </w:r>
      <w:r w:rsidR="0005022A" w:rsidRPr="003E4891">
        <w:rPr>
          <w:spacing w:val="0"/>
        </w:rPr>
        <w:t>Turvanõuded tarnijale</w:t>
      </w:r>
      <w:r w:rsidR="0005022A" w:rsidRPr="003E4891">
        <w:rPr>
          <w:spacing w:val="0"/>
        </w:rPr>
        <w:t xml:space="preserve">“ </w:t>
      </w:r>
      <w:r w:rsidRPr="003E4891">
        <w:rPr>
          <w:spacing w:val="0"/>
        </w:rPr>
        <w:t>(lisa</w:t>
      </w:r>
      <w:r w:rsidR="003E4891" w:rsidRPr="003E4891">
        <w:rPr>
          <w:spacing w:val="0"/>
        </w:rPr>
        <w:t xml:space="preserve"> 1</w:t>
      </w:r>
      <w:r w:rsidRPr="003E4891">
        <w:rPr>
          <w:spacing w:val="0"/>
        </w:rPr>
        <w:t>).</w:t>
      </w:r>
    </w:p>
    <w:p w14:paraId="1B608D18" w14:textId="77777777" w:rsidR="00E724C2" w:rsidRPr="002401A3" w:rsidRDefault="00806598" w:rsidP="002401A3">
      <w:pPr>
        <w:pStyle w:val="Pealkiri21"/>
        <w:jc w:val="both"/>
        <w:rPr>
          <w:spacing w:val="0"/>
        </w:rPr>
      </w:pPr>
      <w:r w:rsidRPr="00340026">
        <w:rPr>
          <w:spacing w:val="0"/>
        </w:rPr>
        <w:t xml:space="preserve">Lepingu tingimusi võib muuta või täiendada poolte kirjalikul kokkuleppel, välja arvatud juhtudel, kui lepingu muutmise vajadus tuleneb õigusaktide muutumisest. </w:t>
      </w:r>
    </w:p>
    <w:p w14:paraId="621180EC" w14:textId="77777777" w:rsidR="00D513DD" w:rsidRPr="00340026" w:rsidRDefault="00D513DD" w:rsidP="008A7C83">
      <w:pPr>
        <w:pStyle w:val="Pealkiri21"/>
        <w:jc w:val="both"/>
        <w:rPr>
          <w:spacing w:val="0"/>
        </w:rPr>
      </w:pPr>
      <w:r w:rsidRPr="00340026">
        <w:rPr>
          <w:spacing w:val="0"/>
        </w:rPr>
        <w:t>Lepinguga seonduvaid eria</w:t>
      </w:r>
      <w:r w:rsidR="00633C31" w:rsidRPr="00340026">
        <w:rPr>
          <w:spacing w:val="0"/>
        </w:rPr>
        <w:t>rvamusi ja vaidlusi lahendavad p</w:t>
      </w:r>
      <w:r w:rsidRPr="00340026">
        <w:rPr>
          <w:spacing w:val="0"/>
        </w:rPr>
        <w:t>ooled eel</w:t>
      </w:r>
      <w:r w:rsidR="00633C31" w:rsidRPr="00340026">
        <w:rPr>
          <w:spacing w:val="0"/>
        </w:rPr>
        <w:t>kõige läbirääkimiste teel. Kui l</w:t>
      </w:r>
      <w:r w:rsidRPr="00340026">
        <w:rPr>
          <w:spacing w:val="0"/>
        </w:rPr>
        <w:t>epingust tulenevaid</w:t>
      </w:r>
      <w:r w:rsidR="00633C31" w:rsidRPr="00340026">
        <w:rPr>
          <w:spacing w:val="0"/>
        </w:rPr>
        <w:t xml:space="preserve"> vaidlusi ei õnnestu lahendada p</w:t>
      </w:r>
      <w:r w:rsidRPr="00340026">
        <w:rPr>
          <w:spacing w:val="0"/>
        </w:rPr>
        <w:t>oolte läbirääkimistega, lahen</w:t>
      </w:r>
      <w:r w:rsidRPr="00340026">
        <w:rPr>
          <w:spacing w:val="0"/>
        </w:rPr>
        <w:softHyphen/>
        <w:t>datakse vaidlus</w:t>
      </w:r>
      <w:r w:rsidR="008551A9" w:rsidRPr="00340026">
        <w:rPr>
          <w:spacing w:val="0"/>
        </w:rPr>
        <w:t xml:space="preserve"> õigusaktidega kehtestatud korras. </w:t>
      </w:r>
    </w:p>
    <w:p w14:paraId="548BD3B5" w14:textId="5B4F34EB" w:rsidR="007E5A7F" w:rsidRPr="00B90461" w:rsidRDefault="003E4891" w:rsidP="0099525C">
      <w:pPr>
        <w:pStyle w:val="Pealkiri21"/>
      </w:pPr>
      <w:sdt>
        <w:sdtPr>
          <w:id w:val="-189151537"/>
          <w:placeholder>
            <w:docPart w:val="D5B991EEA1AB4C12ACC2117F7C395F3D"/>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B7395B">
            <w:t>Leping on allkirjastatud digitaalselt.</w:t>
          </w:r>
        </w:sdtContent>
      </w:sdt>
      <w:r w:rsidR="0099525C" w:rsidRPr="0099525C">
        <w:rPr>
          <w:spacing w:val="0"/>
        </w:rPr>
        <w:t xml:space="preserve"> </w:t>
      </w:r>
    </w:p>
    <w:p w14:paraId="08AE0553" w14:textId="3C248B74" w:rsidR="00B90461" w:rsidRDefault="00B90461" w:rsidP="00B90461">
      <w:pPr>
        <w:pStyle w:val="Pealkiri11"/>
        <w:numPr>
          <w:ilvl w:val="0"/>
          <w:numId w:val="0"/>
        </w:numPr>
        <w:ind w:left="432"/>
      </w:pPr>
    </w:p>
    <w:p w14:paraId="6106ABB1" w14:textId="03767CD7" w:rsidR="00B90461" w:rsidRDefault="00B90461" w:rsidP="00B90461">
      <w:pPr>
        <w:pStyle w:val="Pealkiri11"/>
        <w:numPr>
          <w:ilvl w:val="0"/>
          <w:numId w:val="0"/>
        </w:numPr>
        <w:ind w:left="432"/>
      </w:pPr>
    </w:p>
    <w:p w14:paraId="739FEFB6" w14:textId="77777777" w:rsidR="00B90461" w:rsidRPr="0099525C" w:rsidRDefault="00B90461" w:rsidP="00B90461">
      <w:pPr>
        <w:pStyle w:val="Pealkiri11"/>
        <w:numPr>
          <w:ilvl w:val="0"/>
          <w:numId w:val="0"/>
        </w:numPr>
        <w:ind w:left="432"/>
      </w:pPr>
    </w:p>
    <w:p w14:paraId="1345B38E" w14:textId="77777777" w:rsidR="0099525C" w:rsidRPr="007E5A7F" w:rsidRDefault="0099525C">
      <w:pPr>
        <w:jc w:val="both"/>
        <w:rPr>
          <w:spacing w:val="0"/>
        </w:rPr>
      </w:pPr>
    </w:p>
    <w:p w14:paraId="7405F82B" w14:textId="77777777" w:rsidR="00D513DD" w:rsidRDefault="00D513DD">
      <w:pPr>
        <w:jc w:val="both"/>
        <w:rPr>
          <w:b/>
          <w:spacing w:val="0"/>
        </w:rPr>
      </w:pPr>
      <w:r w:rsidRPr="00CF572E">
        <w:rPr>
          <w:b/>
          <w:spacing w:val="0"/>
        </w:rPr>
        <w:t>Poolte a</w:t>
      </w:r>
      <w:r>
        <w:rPr>
          <w:b/>
          <w:spacing w:val="0"/>
        </w:rPr>
        <w:t>ndmed ja allkirjad</w:t>
      </w:r>
    </w:p>
    <w:p w14:paraId="240E828F" w14:textId="77777777" w:rsidR="00D513DD" w:rsidRPr="00E72C87" w:rsidRDefault="00D513DD" w:rsidP="00E72C87">
      <w:pPr>
        <w:pStyle w:val="Pealkiri3"/>
        <w:tabs>
          <w:tab w:val="left" w:pos="4536"/>
        </w:tabs>
        <w:jc w:val="both"/>
        <w:rPr>
          <w:b/>
          <w:bCs/>
          <w:u w:val="none"/>
        </w:rPr>
      </w:pPr>
    </w:p>
    <w:tbl>
      <w:tblPr>
        <w:tblW w:w="0" w:type="auto"/>
        <w:tblLook w:val="04A0" w:firstRow="1" w:lastRow="0" w:firstColumn="1" w:lastColumn="0" w:noHBand="0" w:noVBand="1"/>
      </w:tblPr>
      <w:tblGrid>
        <w:gridCol w:w="4502"/>
        <w:gridCol w:w="4502"/>
      </w:tblGrid>
      <w:tr w:rsidR="00E72C87" w14:paraId="7FAE34D5" w14:textId="77777777" w:rsidTr="002401A3">
        <w:tc>
          <w:tcPr>
            <w:tcW w:w="4502" w:type="dxa"/>
            <w:shd w:val="clear" w:color="auto" w:fill="auto"/>
          </w:tcPr>
          <w:p w14:paraId="5BB36204" w14:textId="14C23063" w:rsidR="00E72C87" w:rsidRPr="002401A3" w:rsidRDefault="00E72C87" w:rsidP="002401A3">
            <w:pPr>
              <w:jc w:val="both"/>
              <w:rPr>
                <w:b/>
                <w:spacing w:val="0"/>
              </w:rPr>
            </w:pPr>
            <w:r w:rsidRPr="002401A3">
              <w:rPr>
                <w:b/>
                <w:spacing w:val="0"/>
              </w:rPr>
              <w:t>Käsundiandja</w:t>
            </w:r>
            <w:r w:rsidR="00FF5985">
              <w:rPr>
                <w:b/>
                <w:spacing w:val="0"/>
              </w:rPr>
              <w:t>/kasutaja</w:t>
            </w:r>
          </w:p>
        </w:tc>
        <w:tc>
          <w:tcPr>
            <w:tcW w:w="4502" w:type="dxa"/>
            <w:shd w:val="clear" w:color="auto" w:fill="auto"/>
          </w:tcPr>
          <w:p w14:paraId="0BC42AE4" w14:textId="009C2A90" w:rsidR="00E72C87" w:rsidRPr="002401A3" w:rsidRDefault="00E72C87" w:rsidP="002401A3">
            <w:pPr>
              <w:jc w:val="both"/>
              <w:rPr>
                <w:b/>
                <w:spacing w:val="0"/>
              </w:rPr>
            </w:pPr>
            <w:r w:rsidRPr="002401A3">
              <w:rPr>
                <w:b/>
                <w:spacing w:val="0"/>
              </w:rPr>
              <w:t>Käsundisaaja</w:t>
            </w:r>
            <w:r w:rsidR="00FF5985">
              <w:rPr>
                <w:b/>
                <w:spacing w:val="0"/>
              </w:rPr>
              <w:t>/teenuse osutaja</w:t>
            </w:r>
          </w:p>
        </w:tc>
      </w:tr>
      <w:tr w:rsidR="00E72C87" w14:paraId="2DC8A4AF" w14:textId="77777777" w:rsidTr="002401A3">
        <w:tc>
          <w:tcPr>
            <w:tcW w:w="4502" w:type="dxa"/>
            <w:shd w:val="clear" w:color="auto" w:fill="auto"/>
          </w:tcPr>
          <w:p w14:paraId="592DBE92" w14:textId="77777777" w:rsidR="00E72C87" w:rsidRPr="002401A3" w:rsidRDefault="00E72C87" w:rsidP="002401A3">
            <w:pPr>
              <w:jc w:val="both"/>
              <w:rPr>
                <w:i/>
              </w:rPr>
            </w:pPr>
          </w:p>
        </w:tc>
        <w:tc>
          <w:tcPr>
            <w:tcW w:w="4502" w:type="dxa"/>
            <w:shd w:val="clear" w:color="auto" w:fill="auto"/>
          </w:tcPr>
          <w:p w14:paraId="4AF4D628" w14:textId="77777777" w:rsidR="00E72C87" w:rsidRPr="002401A3" w:rsidRDefault="00E72C87" w:rsidP="002401A3">
            <w:pPr>
              <w:jc w:val="both"/>
              <w:rPr>
                <w:i/>
              </w:rPr>
            </w:pPr>
          </w:p>
        </w:tc>
      </w:tr>
      <w:tr w:rsidR="00E72C87" w14:paraId="4ACF3A2F" w14:textId="77777777" w:rsidTr="002401A3">
        <w:tc>
          <w:tcPr>
            <w:tcW w:w="4502" w:type="dxa"/>
            <w:shd w:val="clear" w:color="auto" w:fill="auto"/>
          </w:tcPr>
          <w:p w14:paraId="0562937C" w14:textId="77777777" w:rsidR="00E72C87" w:rsidRPr="002401A3" w:rsidRDefault="00E72C87" w:rsidP="002401A3">
            <w:pPr>
              <w:jc w:val="both"/>
              <w:rPr>
                <w:i/>
              </w:rPr>
            </w:pPr>
            <w:r w:rsidRPr="002401A3">
              <w:rPr>
                <w:spacing w:val="0"/>
              </w:rPr>
              <w:t>Riigimetsa Majandamise Keskus</w:t>
            </w:r>
          </w:p>
        </w:tc>
        <w:tc>
          <w:tcPr>
            <w:tcW w:w="4502" w:type="dxa"/>
            <w:shd w:val="clear" w:color="auto" w:fill="auto"/>
          </w:tcPr>
          <w:p w14:paraId="31C0C195" w14:textId="77777777" w:rsidR="00E72C87" w:rsidRPr="002401A3" w:rsidRDefault="00E72C87" w:rsidP="002401A3">
            <w:pPr>
              <w:jc w:val="both"/>
              <w:rPr>
                <w:i/>
              </w:rPr>
            </w:pPr>
            <w:r w:rsidRPr="002401A3">
              <w:rPr>
                <w:spacing w:val="0"/>
              </w:rPr>
              <w:fldChar w:fldCharType="begin"/>
            </w:r>
            <w:r w:rsidRPr="002401A3">
              <w:rPr>
                <w:spacing w:val="0"/>
              </w:rPr>
              <w:instrText xml:space="preserve"> MACROBUTTON  AcceptAllChangesInDoc [Sisesta juriidilise isiku või FIE nimi] </w:instrText>
            </w:r>
            <w:r w:rsidRPr="002401A3">
              <w:rPr>
                <w:spacing w:val="0"/>
              </w:rPr>
              <w:fldChar w:fldCharType="end"/>
            </w:r>
          </w:p>
        </w:tc>
      </w:tr>
      <w:tr w:rsidR="00E72C87" w14:paraId="466D4506" w14:textId="77777777" w:rsidTr="002401A3">
        <w:tc>
          <w:tcPr>
            <w:tcW w:w="4502" w:type="dxa"/>
            <w:shd w:val="clear" w:color="auto" w:fill="auto"/>
          </w:tcPr>
          <w:p w14:paraId="0AF7FABD" w14:textId="77777777" w:rsidR="00E72C87" w:rsidRPr="002401A3" w:rsidRDefault="00E72C87" w:rsidP="002401A3">
            <w:pPr>
              <w:jc w:val="both"/>
              <w:rPr>
                <w:i/>
              </w:rPr>
            </w:pPr>
            <w:r w:rsidRPr="002401A3">
              <w:rPr>
                <w:spacing w:val="0"/>
              </w:rPr>
              <w:t>Registrikood 70004459</w:t>
            </w:r>
          </w:p>
        </w:tc>
        <w:tc>
          <w:tcPr>
            <w:tcW w:w="4502" w:type="dxa"/>
            <w:shd w:val="clear" w:color="auto" w:fill="auto"/>
          </w:tcPr>
          <w:p w14:paraId="665ADA15" w14:textId="77777777" w:rsidR="00E72C87" w:rsidRPr="002401A3" w:rsidRDefault="00E72C87" w:rsidP="002401A3">
            <w:pPr>
              <w:jc w:val="both"/>
              <w:rPr>
                <w:i/>
              </w:rPr>
            </w:pPr>
            <w:r w:rsidRPr="002401A3">
              <w:rPr>
                <w:spacing w:val="-3"/>
              </w:rPr>
              <w:t xml:space="preserve">Registrikood </w:t>
            </w:r>
            <w:r w:rsidRPr="002401A3">
              <w:rPr>
                <w:spacing w:val="-3"/>
              </w:rPr>
              <w:fldChar w:fldCharType="begin"/>
            </w:r>
            <w:r w:rsidRPr="002401A3">
              <w:rPr>
                <w:spacing w:val="-3"/>
              </w:rPr>
              <w:instrText xml:space="preserve"> MACROBUTTON  AcceptAllChangesInDoc [Sisesta registrikood] </w:instrText>
            </w:r>
            <w:r w:rsidRPr="002401A3">
              <w:rPr>
                <w:spacing w:val="-3"/>
              </w:rPr>
              <w:fldChar w:fldCharType="end"/>
            </w:r>
          </w:p>
        </w:tc>
      </w:tr>
      <w:tr w:rsidR="00E72C87" w14:paraId="47AAB7DE" w14:textId="77777777" w:rsidTr="002401A3">
        <w:tc>
          <w:tcPr>
            <w:tcW w:w="4502" w:type="dxa"/>
            <w:shd w:val="clear" w:color="auto" w:fill="auto"/>
          </w:tcPr>
          <w:p w14:paraId="68FDD882" w14:textId="74A97B36" w:rsidR="005E6666" w:rsidRPr="002401A3" w:rsidRDefault="00B7395B" w:rsidP="00B7395B">
            <w:pPr>
              <w:jc w:val="both"/>
              <w:rPr>
                <w:spacing w:val="0"/>
              </w:rPr>
            </w:pPr>
            <w:r>
              <w:rPr>
                <w:spacing w:val="0"/>
              </w:rPr>
              <w:t xml:space="preserve">Mõisa/3, </w:t>
            </w:r>
            <w:r w:rsidR="006F621F" w:rsidRPr="002401A3">
              <w:rPr>
                <w:spacing w:val="0"/>
              </w:rPr>
              <w:t>Saga</w:t>
            </w:r>
            <w:r>
              <w:rPr>
                <w:spacing w:val="0"/>
              </w:rPr>
              <w:t>di küla,</w:t>
            </w:r>
          </w:p>
        </w:tc>
        <w:tc>
          <w:tcPr>
            <w:tcW w:w="4502" w:type="dxa"/>
            <w:shd w:val="clear" w:color="auto" w:fill="auto"/>
          </w:tcPr>
          <w:p w14:paraId="6D67F18E" w14:textId="77777777" w:rsidR="00E72C87" w:rsidRPr="002401A3" w:rsidRDefault="00E72C87" w:rsidP="002401A3">
            <w:pPr>
              <w:jc w:val="both"/>
              <w:rPr>
                <w:i/>
              </w:rPr>
            </w:pPr>
            <w:r w:rsidRPr="002401A3">
              <w:rPr>
                <w:spacing w:val="-3"/>
              </w:rPr>
              <w:fldChar w:fldCharType="begin"/>
            </w:r>
            <w:r w:rsidRPr="002401A3">
              <w:rPr>
                <w:spacing w:val="-3"/>
              </w:rPr>
              <w:instrText>MACROBUTTON  AcceptAllChangesInDoc [Sisesta aadress]</w:instrText>
            </w:r>
            <w:r w:rsidRPr="002401A3">
              <w:rPr>
                <w:spacing w:val="-3"/>
              </w:rPr>
              <w:fldChar w:fldCharType="end"/>
            </w:r>
          </w:p>
        </w:tc>
      </w:tr>
      <w:tr w:rsidR="00E72C87" w14:paraId="0274AF2C" w14:textId="77777777" w:rsidTr="002401A3">
        <w:tc>
          <w:tcPr>
            <w:tcW w:w="4502" w:type="dxa"/>
            <w:shd w:val="clear" w:color="auto" w:fill="auto"/>
          </w:tcPr>
          <w:p w14:paraId="7B5C8D0C" w14:textId="243398E6" w:rsidR="00E72C87" w:rsidRPr="002401A3" w:rsidRDefault="00B7395B" w:rsidP="002401A3">
            <w:pPr>
              <w:jc w:val="both"/>
              <w:rPr>
                <w:i/>
              </w:rPr>
            </w:pPr>
            <w:r>
              <w:rPr>
                <w:spacing w:val="0"/>
              </w:rPr>
              <w:t xml:space="preserve">Haljala vald, </w:t>
            </w:r>
            <w:r w:rsidR="006F621F" w:rsidRPr="002401A3">
              <w:rPr>
                <w:spacing w:val="0"/>
              </w:rPr>
              <w:t xml:space="preserve">45403 </w:t>
            </w:r>
          </w:p>
        </w:tc>
        <w:tc>
          <w:tcPr>
            <w:tcW w:w="4502" w:type="dxa"/>
            <w:shd w:val="clear" w:color="auto" w:fill="auto"/>
          </w:tcPr>
          <w:p w14:paraId="289BF78D" w14:textId="77777777" w:rsidR="00E72C87" w:rsidRPr="002401A3" w:rsidRDefault="00E72C87" w:rsidP="002401A3">
            <w:pPr>
              <w:jc w:val="both"/>
              <w:rPr>
                <w:i/>
              </w:rPr>
            </w:pPr>
            <w:r w:rsidRPr="002401A3">
              <w:rPr>
                <w:spacing w:val="-3"/>
              </w:rPr>
              <w:t xml:space="preserve">Tel </w:t>
            </w:r>
            <w:r w:rsidRPr="002401A3">
              <w:rPr>
                <w:spacing w:val="-3"/>
              </w:rPr>
              <w:fldChar w:fldCharType="begin"/>
            </w:r>
            <w:r w:rsidRPr="002401A3">
              <w:rPr>
                <w:spacing w:val="-3"/>
              </w:rPr>
              <w:instrText xml:space="preserve"> MACROBUTTON  AcceptAllChangesInDoc [Sisesta number] </w:instrText>
            </w:r>
            <w:r w:rsidRPr="002401A3">
              <w:rPr>
                <w:spacing w:val="-3"/>
              </w:rPr>
              <w:fldChar w:fldCharType="end"/>
            </w:r>
          </w:p>
        </w:tc>
      </w:tr>
      <w:tr w:rsidR="00E72C87" w14:paraId="30748E43" w14:textId="77777777" w:rsidTr="002401A3">
        <w:tc>
          <w:tcPr>
            <w:tcW w:w="4502" w:type="dxa"/>
            <w:shd w:val="clear" w:color="auto" w:fill="auto"/>
          </w:tcPr>
          <w:p w14:paraId="6D235DB9" w14:textId="77777777" w:rsidR="00B7395B" w:rsidRDefault="00B7395B" w:rsidP="002401A3">
            <w:pPr>
              <w:jc w:val="both"/>
              <w:rPr>
                <w:spacing w:val="0"/>
              </w:rPr>
            </w:pPr>
            <w:r>
              <w:rPr>
                <w:spacing w:val="0"/>
              </w:rPr>
              <w:t>Lääne-Viru maakond</w:t>
            </w:r>
          </w:p>
          <w:p w14:paraId="5170E162" w14:textId="32EA9A04" w:rsidR="00E72C87" w:rsidRPr="002401A3" w:rsidRDefault="005E6666" w:rsidP="002401A3">
            <w:pPr>
              <w:jc w:val="both"/>
              <w:rPr>
                <w:i/>
              </w:rPr>
            </w:pPr>
            <w:r w:rsidRPr="002401A3">
              <w:rPr>
                <w:spacing w:val="0"/>
              </w:rPr>
              <w:t>Tel 676 7500</w:t>
            </w:r>
            <w:r w:rsidR="00E72C87" w:rsidRPr="002401A3">
              <w:rPr>
                <w:spacing w:val="0"/>
              </w:rPr>
              <w:t xml:space="preserve"> </w:t>
            </w:r>
          </w:p>
        </w:tc>
        <w:tc>
          <w:tcPr>
            <w:tcW w:w="4502" w:type="dxa"/>
            <w:shd w:val="clear" w:color="auto" w:fill="auto"/>
          </w:tcPr>
          <w:p w14:paraId="7283417F" w14:textId="77777777" w:rsidR="00E72C87" w:rsidRPr="002401A3" w:rsidRDefault="00E72C87" w:rsidP="002401A3">
            <w:pPr>
              <w:jc w:val="both"/>
              <w:rPr>
                <w:i/>
              </w:rPr>
            </w:pPr>
            <w:r w:rsidRPr="002401A3">
              <w:rPr>
                <w:spacing w:val="0"/>
              </w:rPr>
              <w:t xml:space="preserve">E-post </w:t>
            </w:r>
            <w:r w:rsidRPr="002401A3">
              <w:rPr>
                <w:spacing w:val="0"/>
              </w:rPr>
              <w:fldChar w:fldCharType="begin"/>
            </w:r>
            <w:r w:rsidRPr="002401A3">
              <w:rPr>
                <w:spacing w:val="0"/>
              </w:rPr>
              <w:instrText>MACROBUTTON  AcceptAllChangesInDoc [Sisesta e-post]</w:instrText>
            </w:r>
            <w:r w:rsidRPr="002401A3">
              <w:rPr>
                <w:spacing w:val="0"/>
              </w:rPr>
              <w:fldChar w:fldCharType="end"/>
            </w:r>
          </w:p>
        </w:tc>
      </w:tr>
      <w:tr w:rsidR="00E72C87" w14:paraId="3ACB59BE" w14:textId="77777777" w:rsidTr="002401A3">
        <w:tc>
          <w:tcPr>
            <w:tcW w:w="4502" w:type="dxa"/>
            <w:shd w:val="clear" w:color="auto" w:fill="auto"/>
          </w:tcPr>
          <w:p w14:paraId="02827430" w14:textId="77777777" w:rsidR="00E72C87" w:rsidRPr="005E6666" w:rsidRDefault="005E6666" w:rsidP="002401A3">
            <w:pPr>
              <w:jc w:val="both"/>
            </w:pPr>
            <w:r>
              <w:t>E-post rmk@rmk.ee</w:t>
            </w:r>
          </w:p>
        </w:tc>
        <w:tc>
          <w:tcPr>
            <w:tcW w:w="4502" w:type="dxa"/>
            <w:shd w:val="clear" w:color="auto" w:fill="auto"/>
          </w:tcPr>
          <w:p w14:paraId="61B012BA" w14:textId="77777777" w:rsidR="00E72C87" w:rsidRPr="002401A3" w:rsidRDefault="00E72C87" w:rsidP="002401A3">
            <w:pPr>
              <w:jc w:val="both"/>
              <w:rPr>
                <w:i/>
              </w:rPr>
            </w:pPr>
          </w:p>
        </w:tc>
      </w:tr>
      <w:tr w:rsidR="00E72C87" w14:paraId="59A0ED82" w14:textId="77777777" w:rsidTr="002401A3">
        <w:tc>
          <w:tcPr>
            <w:tcW w:w="4502" w:type="dxa"/>
            <w:shd w:val="clear" w:color="auto" w:fill="auto"/>
          </w:tcPr>
          <w:p w14:paraId="263E9548" w14:textId="77777777" w:rsidR="00E72C87" w:rsidRPr="002401A3" w:rsidRDefault="00E72C87" w:rsidP="002401A3">
            <w:pPr>
              <w:jc w:val="both"/>
              <w:rPr>
                <w:i/>
              </w:rPr>
            </w:pPr>
          </w:p>
        </w:tc>
        <w:tc>
          <w:tcPr>
            <w:tcW w:w="4502" w:type="dxa"/>
            <w:shd w:val="clear" w:color="auto" w:fill="auto"/>
          </w:tcPr>
          <w:p w14:paraId="49F1BB08" w14:textId="77777777" w:rsidR="00E72C87" w:rsidRPr="002401A3" w:rsidRDefault="00E72C87" w:rsidP="002401A3">
            <w:pPr>
              <w:jc w:val="both"/>
              <w:rPr>
                <w:i/>
              </w:rPr>
            </w:pPr>
          </w:p>
        </w:tc>
      </w:tr>
      <w:tr w:rsidR="00E72C87" w14:paraId="5AC8D7CE" w14:textId="77777777" w:rsidTr="002401A3">
        <w:tc>
          <w:tcPr>
            <w:tcW w:w="4502" w:type="dxa"/>
            <w:shd w:val="clear" w:color="auto" w:fill="auto"/>
          </w:tcPr>
          <w:p w14:paraId="0DC478A2" w14:textId="77777777" w:rsidR="00E72C87" w:rsidRPr="002401A3" w:rsidRDefault="00E72C87" w:rsidP="002401A3">
            <w:pPr>
              <w:jc w:val="both"/>
              <w:rPr>
                <w:i/>
              </w:rPr>
            </w:pPr>
            <w:r w:rsidRPr="002401A3">
              <w:rPr>
                <w:spacing w:val="0"/>
              </w:rPr>
              <w:t>[Vali sobiv]</w:t>
            </w:r>
          </w:p>
        </w:tc>
        <w:tc>
          <w:tcPr>
            <w:tcW w:w="4502" w:type="dxa"/>
            <w:shd w:val="clear" w:color="auto" w:fill="auto"/>
          </w:tcPr>
          <w:p w14:paraId="4554A19D" w14:textId="77777777" w:rsidR="00E72C87" w:rsidRPr="002401A3" w:rsidRDefault="00E72C87" w:rsidP="002401A3">
            <w:pPr>
              <w:jc w:val="both"/>
              <w:rPr>
                <w:i/>
              </w:rPr>
            </w:pPr>
            <w:r w:rsidRPr="002401A3">
              <w:rPr>
                <w:spacing w:val="0"/>
              </w:rPr>
              <w:t>[Vali sobiv]</w:t>
            </w:r>
          </w:p>
        </w:tc>
      </w:tr>
      <w:tr w:rsidR="00E72C87" w14:paraId="5DEB308D" w14:textId="77777777" w:rsidTr="002401A3">
        <w:tc>
          <w:tcPr>
            <w:tcW w:w="4502" w:type="dxa"/>
            <w:shd w:val="clear" w:color="auto" w:fill="auto"/>
          </w:tcPr>
          <w:p w14:paraId="660BD685" w14:textId="77777777" w:rsidR="00E72C87" w:rsidRPr="002401A3" w:rsidRDefault="00E72C87" w:rsidP="002401A3">
            <w:pPr>
              <w:jc w:val="both"/>
              <w:rPr>
                <w:i/>
              </w:rPr>
            </w:pPr>
          </w:p>
        </w:tc>
        <w:tc>
          <w:tcPr>
            <w:tcW w:w="4502" w:type="dxa"/>
            <w:shd w:val="clear" w:color="auto" w:fill="auto"/>
          </w:tcPr>
          <w:p w14:paraId="6F31A09A" w14:textId="77777777" w:rsidR="00E72C87" w:rsidRPr="002401A3" w:rsidRDefault="00E72C87" w:rsidP="002401A3">
            <w:pPr>
              <w:jc w:val="both"/>
              <w:rPr>
                <w:i/>
              </w:rPr>
            </w:pPr>
          </w:p>
        </w:tc>
      </w:tr>
      <w:tr w:rsidR="00E72C87" w14:paraId="7FCC507F" w14:textId="77777777" w:rsidTr="002401A3">
        <w:tc>
          <w:tcPr>
            <w:tcW w:w="4502" w:type="dxa"/>
            <w:shd w:val="clear" w:color="auto" w:fill="auto"/>
          </w:tcPr>
          <w:p w14:paraId="22B26DC3" w14:textId="77777777" w:rsidR="00E72C87" w:rsidRPr="002401A3" w:rsidRDefault="00E72C87" w:rsidP="002401A3">
            <w:pPr>
              <w:jc w:val="both"/>
              <w:rPr>
                <w:i/>
              </w:rPr>
            </w:pPr>
          </w:p>
        </w:tc>
        <w:tc>
          <w:tcPr>
            <w:tcW w:w="4502" w:type="dxa"/>
            <w:shd w:val="clear" w:color="auto" w:fill="auto"/>
          </w:tcPr>
          <w:p w14:paraId="322991D4" w14:textId="77777777" w:rsidR="00E72C87" w:rsidRPr="002401A3" w:rsidRDefault="00E72C87" w:rsidP="002401A3">
            <w:pPr>
              <w:jc w:val="both"/>
              <w:rPr>
                <w:i/>
              </w:rPr>
            </w:pPr>
          </w:p>
        </w:tc>
      </w:tr>
      <w:tr w:rsidR="00E72C87" w14:paraId="066A3B74" w14:textId="77777777" w:rsidTr="002401A3">
        <w:tc>
          <w:tcPr>
            <w:tcW w:w="4502" w:type="dxa"/>
            <w:shd w:val="clear" w:color="auto" w:fill="auto"/>
          </w:tcPr>
          <w:p w14:paraId="5C391A36" w14:textId="77777777" w:rsidR="00E72C87" w:rsidRPr="002401A3" w:rsidRDefault="00E72C87" w:rsidP="002401A3">
            <w:pPr>
              <w:jc w:val="both"/>
              <w:rPr>
                <w:i/>
              </w:rPr>
            </w:pPr>
            <w:r w:rsidRPr="002401A3">
              <w:rPr>
                <w:spacing w:val="0"/>
                <w:lang w:val="en-AU"/>
              </w:rPr>
              <w:fldChar w:fldCharType="begin"/>
            </w:r>
            <w:r w:rsidRPr="002401A3">
              <w:rPr>
                <w:spacing w:val="0"/>
                <w:lang w:val="en-AU"/>
              </w:rPr>
              <w:instrText xml:space="preserve"> MACROBUTTON  AcceptAllChangesShown [Sisesta eesnimi ja perekonnanimi] </w:instrText>
            </w:r>
            <w:r w:rsidRPr="002401A3">
              <w:rPr>
                <w:spacing w:val="0"/>
                <w:lang w:val="en-AU"/>
              </w:rPr>
              <w:fldChar w:fldCharType="end"/>
            </w:r>
          </w:p>
        </w:tc>
        <w:tc>
          <w:tcPr>
            <w:tcW w:w="4502" w:type="dxa"/>
            <w:shd w:val="clear" w:color="auto" w:fill="auto"/>
          </w:tcPr>
          <w:p w14:paraId="15AF700C" w14:textId="77777777" w:rsidR="00E72C87" w:rsidRPr="002401A3" w:rsidRDefault="00E72C87" w:rsidP="002401A3">
            <w:pPr>
              <w:jc w:val="both"/>
              <w:rPr>
                <w:i/>
              </w:rPr>
            </w:pPr>
            <w:r w:rsidRPr="002401A3">
              <w:rPr>
                <w:spacing w:val="0"/>
                <w:lang w:val="en-AU"/>
              </w:rPr>
              <w:fldChar w:fldCharType="begin"/>
            </w:r>
            <w:r w:rsidRPr="002401A3">
              <w:rPr>
                <w:spacing w:val="0"/>
                <w:lang w:val="en-AU"/>
              </w:rPr>
              <w:instrText xml:space="preserve"> MACROBUTTON  AcceptAllChangesShown [Sisesta eesnimi ja perekonnanimi] </w:instrText>
            </w:r>
            <w:r w:rsidRPr="002401A3">
              <w:rPr>
                <w:spacing w:val="0"/>
                <w:lang w:val="en-AU"/>
              </w:rPr>
              <w:fldChar w:fldCharType="end"/>
            </w:r>
          </w:p>
        </w:tc>
      </w:tr>
    </w:tbl>
    <w:p w14:paraId="3477825F" w14:textId="77777777" w:rsidR="00E72C87" w:rsidRDefault="00E72C87" w:rsidP="00633C31">
      <w:pPr>
        <w:jc w:val="both"/>
        <w:rPr>
          <w:i/>
        </w:rPr>
      </w:pPr>
    </w:p>
    <w:p w14:paraId="4BE1044B" w14:textId="77777777" w:rsidR="00541CEB" w:rsidRDefault="00541CEB" w:rsidP="00633C31">
      <w:pPr>
        <w:jc w:val="both"/>
        <w:rPr>
          <w:i/>
        </w:rPr>
      </w:pPr>
    </w:p>
    <w:p w14:paraId="3869FF2E" w14:textId="77777777" w:rsidR="00541CEB" w:rsidRDefault="00541CEB" w:rsidP="00633C31">
      <w:pPr>
        <w:jc w:val="both"/>
        <w:rPr>
          <w:i/>
        </w:rPr>
      </w:pPr>
    </w:p>
    <w:p w14:paraId="2A189143" w14:textId="77777777" w:rsidR="00541CEB" w:rsidRDefault="00541CEB" w:rsidP="00633C31">
      <w:pPr>
        <w:jc w:val="both"/>
        <w:rPr>
          <w:i/>
        </w:rPr>
      </w:pPr>
    </w:p>
    <w:p w14:paraId="35DE770B" w14:textId="77777777" w:rsidR="00541CEB" w:rsidRDefault="00541CEB" w:rsidP="00633C31">
      <w:pPr>
        <w:jc w:val="both"/>
        <w:rPr>
          <w:i/>
        </w:rPr>
      </w:pPr>
    </w:p>
    <w:p w14:paraId="64E362AD" w14:textId="77777777" w:rsidR="00541CEB" w:rsidRDefault="00541CEB" w:rsidP="00633C31">
      <w:pPr>
        <w:jc w:val="both"/>
        <w:rPr>
          <w:i/>
        </w:rPr>
      </w:pPr>
    </w:p>
    <w:p w14:paraId="70E16ACF" w14:textId="77777777" w:rsidR="00541CEB" w:rsidRDefault="00541CEB" w:rsidP="00633C31">
      <w:pPr>
        <w:jc w:val="both"/>
        <w:rPr>
          <w:i/>
        </w:rPr>
      </w:pPr>
    </w:p>
    <w:p w14:paraId="23B7B2DF" w14:textId="77777777" w:rsidR="00541CEB" w:rsidRDefault="00541CEB" w:rsidP="00633C31">
      <w:pPr>
        <w:jc w:val="both"/>
        <w:rPr>
          <w:i/>
        </w:rPr>
      </w:pPr>
    </w:p>
    <w:p w14:paraId="4FE71C4F" w14:textId="77777777" w:rsidR="00541CEB" w:rsidRDefault="00541CEB" w:rsidP="00633C31">
      <w:pPr>
        <w:jc w:val="both"/>
        <w:rPr>
          <w:i/>
        </w:rPr>
      </w:pPr>
    </w:p>
    <w:p w14:paraId="5C60570E" w14:textId="77777777" w:rsidR="00541CEB" w:rsidRDefault="00541CEB" w:rsidP="00633C31">
      <w:pPr>
        <w:jc w:val="both"/>
        <w:rPr>
          <w:i/>
        </w:rPr>
      </w:pPr>
    </w:p>
    <w:p w14:paraId="3A57F887" w14:textId="77777777" w:rsidR="00541CEB" w:rsidRDefault="00541CEB" w:rsidP="00633C31">
      <w:pPr>
        <w:jc w:val="both"/>
        <w:rPr>
          <w:i/>
        </w:rPr>
      </w:pPr>
    </w:p>
    <w:p w14:paraId="258BCBD9" w14:textId="77777777" w:rsidR="00541CEB" w:rsidRDefault="00541CEB" w:rsidP="00633C31">
      <w:pPr>
        <w:jc w:val="both"/>
        <w:rPr>
          <w:i/>
        </w:rPr>
      </w:pPr>
    </w:p>
    <w:p w14:paraId="5914F9BA" w14:textId="77777777" w:rsidR="00541CEB" w:rsidRDefault="00541CEB" w:rsidP="00633C31">
      <w:pPr>
        <w:jc w:val="both"/>
        <w:rPr>
          <w:i/>
        </w:rPr>
      </w:pPr>
    </w:p>
    <w:p w14:paraId="3AF4A96F" w14:textId="77777777" w:rsidR="00541CEB" w:rsidRDefault="00541CEB" w:rsidP="00633C31">
      <w:pPr>
        <w:jc w:val="both"/>
        <w:rPr>
          <w:i/>
        </w:rPr>
      </w:pPr>
    </w:p>
    <w:p w14:paraId="577C1504" w14:textId="77777777" w:rsidR="00541CEB" w:rsidRDefault="00541CEB" w:rsidP="00633C31">
      <w:pPr>
        <w:jc w:val="both"/>
        <w:rPr>
          <w:i/>
        </w:rPr>
      </w:pPr>
    </w:p>
    <w:p w14:paraId="64705920" w14:textId="77777777" w:rsidR="00541CEB" w:rsidRDefault="00541CEB" w:rsidP="00633C31">
      <w:pPr>
        <w:jc w:val="both"/>
        <w:rPr>
          <w:i/>
        </w:rPr>
      </w:pPr>
    </w:p>
    <w:p w14:paraId="44C52F55" w14:textId="77777777" w:rsidR="00541CEB" w:rsidRDefault="00541CEB" w:rsidP="00633C31">
      <w:pPr>
        <w:jc w:val="both"/>
        <w:rPr>
          <w:i/>
        </w:rPr>
      </w:pPr>
    </w:p>
    <w:p w14:paraId="637646ED" w14:textId="77777777" w:rsidR="00541CEB" w:rsidRDefault="00541CEB" w:rsidP="00633C31">
      <w:pPr>
        <w:jc w:val="both"/>
        <w:rPr>
          <w:i/>
        </w:rPr>
      </w:pPr>
    </w:p>
    <w:p w14:paraId="51EF9040" w14:textId="77777777" w:rsidR="00541CEB" w:rsidRDefault="00541CEB" w:rsidP="00633C31">
      <w:pPr>
        <w:jc w:val="both"/>
        <w:rPr>
          <w:i/>
        </w:rPr>
      </w:pPr>
    </w:p>
    <w:p w14:paraId="683A6E7A" w14:textId="77777777" w:rsidR="00541CEB" w:rsidRDefault="00541CEB" w:rsidP="00633C31">
      <w:pPr>
        <w:jc w:val="both"/>
        <w:rPr>
          <w:i/>
        </w:rPr>
      </w:pPr>
    </w:p>
    <w:p w14:paraId="207623B5" w14:textId="77777777" w:rsidR="00541CEB" w:rsidRDefault="00541CEB" w:rsidP="00633C31">
      <w:pPr>
        <w:jc w:val="both"/>
        <w:rPr>
          <w:i/>
        </w:rPr>
      </w:pPr>
    </w:p>
    <w:p w14:paraId="33440D6F" w14:textId="77777777" w:rsidR="00541CEB" w:rsidRDefault="00541CEB" w:rsidP="00633C31">
      <w:pPr>
        <w:jc w:val="both"/>
        <w:rPr>
          <w:i/>
        </w:rPr>
      </w:pPr>
    </w:p>
    <w:p w14:paraId="05C5631B" w14:textId="77777777" w:rsidR="00541CEB" w:rsidRDefault="00541CEB" w:rsidP="00633C31">
      <w:pPr>
        <w:jc w:val="both"/>
        <w:rPr>
          <w:i/>
        </w:rPr>
      </w:pPr>
    </w:p>
    <w:p w14:paraId="0D3C8D50" w14:textId="77777777" w:rsidR="00541CEB" w:rsidRDefault="00541CEB" w:rsidP="00633C31">
      <w:pPr>
        <w:jc w:val="both"/>
        <w:rPr>
          <w:i/>
        </w:rPr>
      </w:pPr>
    </w:p>
    <w:p w14:paraId="6A9D9C21" w14:textId="77777777" w:rsidR="00541CEB" w:rsidRDefault="00541CEB" w:rsidP="00633C31">
      <w:pPr>
        <w:jc w:val="both"/>
        <w:rPr>
          <w:i/>
        </w:rPr>
      </w:pPr>
    </w:p>
    <w:p w14:paraId="0E348936" w14:textId="77777777" w:rsidR="00541CEB" w:rsidRDefault="00541CEB" w:rsidP="00633C31">
      <w:pPr>
        <w:jc w:val="both"/>
        <w:rPr>
          <w:i/>
        </w:rPr>
      </w:pPr>
    </w:p>
    <w:p w14:paraId="313E4235" w14:textId="77777777" w:rsidR="00541CEB" w:rsidRDefault="00541CEB" w:rsidP="00633C31">
      <w:pPr>
        <w:jc w:val="both"/>
        <w:rPr>
          <w:i/>
        </w:rPr>
      </w:pPr>
    </w:p>
    <w:p w14:paraId="65C961FC" w14:textId="77777777" w:rsidR="00541CEB" w:rsidRDefault="00541CEB" w:rsidP="00633C31">
      <w:pPr>
        <w:jc w:val="both"/>
        <w:rPr>
          <w:i/>
        </w:rPr>
      </w:pPr>
    </w:p>
    <w:p w14:paraId="7935DABA" w14:textId="77777777" w:rsidR="00541CEB" w:rsidRDefault="00541CEB" w:rsidP="00633C31">
      <w:pPr>
        <w:jc w:val="both"/>
        <w:rPr>
          <w:i/>
        </w:rPr>
      </w:pPr>
    </w:p>
    <w:p w14:paraId="196997F1" w14:textId="77777777" w:rsidR="00541CEB" w:rsidRDefault="00541CEB" w:rsidP="00633C31">
      <w:pPr>
        <w:jc w:val="both"/>
        <w:rPr>
          <w:i/>
        </w:rPr>
      </w:pPr>
    </w:p>
    <w:p w14:paraId="509C0764" w14:textId="77777777" w:rsidR="00541CEB" w:rsidRDefault="00541CEB" w:rsidP="00633C31">
      <w:pPr>
        <w:jc w:val="both"/>
        <w:rPr>
          <w:i/>
        </w:rPr>
      </w:pPr>
    </w:p>
    <w:sectPr w:rsidR="00541CEB" w:rsidSect="00AA6D06">
      <w:headerReference w:type="even" r:id="rId7"/>
      <w:headerReference w:type="default" r:id="rId8"/>
      <w:headerReference w:type="first" r:id="rId9"/>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691A31" w14:textId="77777777" w:rsidR="008F3F0A" w:rsidRDefault="008F3F0A">
      <w:r>
        <w:separator/>
      </w:r>
    </w:p>
  </w:endnote>
  <w:endnote w:type="continuationSeparator" w:id="0">
    <w:p w14:paraId="467EB303" w14:textId="77777777" w:rsidR="008F3F0A" w:rsidRDefault="008F3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8D295" w14:textId="77777777" w:rsidR="008F3F0A" w:rsidRDefault="008F3F0A">
      <w:r>
        <w:separator/>
      </w:r>
    </w:p>
  </w:footnote>
  <w:footnote w:type="continuationSeparator" w:id="0">
    <w:p w14:paraId="3A8CDC96" w14:textId="77777777" w:rsidR="008F3F0A" w:rsidRDefault="008F3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68082" w14:textId="77777777" w:rsidR="00BF3E18" w:rsidRDefault="00BF3E18" w:rsidP="004B6B6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0F8CA6C3" w14:textId="77777777" w:rsidR="00BF3E18" w:rsidRDefault="00BF3E18">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8C3CB" w14:textId="285331A7" w:rsidR="00BF3E18" w:rsidRDefault="00BF3E18" w:rsidP="004B6B6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726CE2">
      <w:rPr>
        <w:rStyle w:val="Lehekljenumber"/>
        <w:noProof/>
      </w:rPr>
      <w:t>3</w:t>
    </w:r>
    <w:r>
      <w:rPr>
        <w:rStyle w:val="Lehekljenumber"/>
      </w:rPr>
      <w:fldChar w:fldCharType="end"/>
    </w:r>
  </w:p>
  <w:p w14:paraId="1D2C0FA0" w14:textId="77777777" w:rsidR="00BF3E18" w:rsidRPr="00AA6D06" w:rsidRDefault="00BF3E18" w:rsidP="00AC539B">
    <w:pPr>
      <w:pStyle w:val="Pi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42711" w14:textId="756AA46B" w:rsidR="003C708D" w:rsidRDefault="003C708D">
    <w:pPr>
      <w:pStyle w:val="Pis"/>
    </w:pPr>
    <w:r>
      <w:t>Tarkvaraplatvormi kasutamisõigus nutimängude loomiseks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E6EF5"/>
    <w:multiLevelType w:val="hybridMultilevel"/>
    <w:tmpl w:val="FECC73FA"/>
    <w:lvl w:ilvl="0" w:tplc="F9F01C5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9FF32E5"/>
    <w:multiLevelType w:val="hybridMultilevel"/>
    <w:tmpl w:val="4EC8C80E"/>
    <w:lvl w:ilvl="0" w:tplc="E1A0641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56A2D80"/>
    <w:multiLevelType w:val="multilevel"/>
    <w:tmpl w:val="D846842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1000" w:hanging="432"/>
      </w:pPr>
      <w:rPr>
        <w:rFonts w:ascii="Times New Roman" w:hAnsi="Times New Roman" w:hint="default"/>
        <w:b w:val="0"/>
        <w:i w:val="0"/>
        <w:sz w:val="24"/>
      </w:rPr>
    </w:lvl>
    <w:lvl w:ilvl="2">
      <w:start w:val="1"/>
      <w:numFmt w:val="decimal"/>
      <w:lvlText w:val="%1.%2.%3."/>
      <w:lvlJc w:val="left"/>
      <w:pPr>
        <w:ind w:left="50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4A25B9E"/>
    <w:multiLevelType w:val="multilevel"/>
    <w:tmpl w:val="25800E1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i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771F279B"/>
    <w:multiLevelType w:val="multilevel"/>
    <w:tmpl w:val="57B2BE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E6238FD"/>
    <w:multiLevelType w:val="multilevel"/>
    <w:tmpl w:val="694AC01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278416910">
    <w:abstractNumId w:val="5"/>
  </w:num>
  <w:num w:numId="2" w16cid:durableId="599145254">
    <w:abstractNumId w:val="2"/>
  </w:num>
  <w:num w:numId="3" w16cid:durableId="775293484">
    <w:abstractNumId w:val="0"/>
  </w:num>
  <w:num w:numId="4" w16cid:durableId="2122413719">
    <w:abstractNumId w:val="2"/>
  </w:num>
  <w:num w:numId="5" w16cid:durableId="1219902333">
    <w:abstractNumId w:val="2"/>
  </w:num>
  <w:num w:numId="6" w16cid:durableId="686098782">
    <w:abstractNumId w:val="2"/>
  </w:num>
  <w:num w:numId="7" w16cid:durableId="801656250">
    <w:abstractNumId w:val="2"/>
  </w:num>
  <w:num w:numId="8" w16cid:durableId="1941185168">
    <w:abstractNumId w:val="2"/>
  </w:num>
  <w:num w:numId="9" w16cid:durableId="2039698491">
    <w:abstractNumId w:val="2"/>
  </w:num>
  <w:num w:numId="10" w16cid:durableId="1193110617">
    <w:abstractNumId w:val="2"/>
  </w:num>
  <w:num w:numId="11" w16cid:durableId="656543723">
    <w:abstractNumId w:val="2"/>
  </w:num>
  <w:num w:numId="12" w16cid:durableId="1065490210">
    <w:abstractNumId w:val="2"/>
  </w:num>
  <w:num w:numId="13" w16cid:durableId="1365594227">
    <w:abstractNumId w:val="2"/>
  </w:num>
  <w:num w:numId="14" w16cid:durableId="1716810052">
    <w:abstractNumId w:val="2"/>
  </w:num>
  <w:num w:numId="15" w16cid:durableId="1478914470">
    <w:abstractNumId w:val="2"/>
  </w:num>
  <w:num w:numId="16" w16cid:durableId="1129586169">
    <w:abstractNumId w:val="2"/>
  </w:num>
  <w:num w:numId="17" w16cid:durableId="2108577159">
    <w:abstractNumId w:val="2"/>
  </w:num>
  <w:num w:numId="18" w16cid:durableId="721027544">
    <w:abstractNumId w:val="6"/>
  </w:num>
  <w:num w:numId="19" w16cid:durableId="327906018">
    <w:abstractNumId w:val="1"/>
  </w:num>
  <w:num w:numId="20" w16cid:durableId="1211843129">
    <w:abstractNumId w:val="4"/>
  </w:num>
  <w:num w:numId="21" w16cid:durableId="137727016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011900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1A3"/>
    <w:rsid w:val="00021839"/>
    <w:rsid w:val="0004133F"/>
    <w:rsid w:val="0004545C"/>
    <w:rsid w:val="0005022A"/>
    <w:rsid w:val="0006218A"/>
    <w:rsid w:val="00066081"/>
    <w:rsid w:val="00083DAC"/>
    <w:rsid w:val="000A476E"/>
    <w:rsid w:val="000A79B0"/>
    <w:rsid w:val="000B51B1"/>
    <w:rsid w:val="000C53D4"/>
    <w:rsid w:val="000E14E8"/>
    <w:rsid w:val="00125A5F"/>
    <w:rsid w:val="0013501B"/>
    <w:rsid w:val="00162723"/>
    <w:rsid w:val="001715A9"/>
    <w:rsid w:val="00173F20"/>
    <w:rsid w:val="001B11F5"/>
    <w:rsid w:val="001D3F2D"/>
    <w:rsid w:val="002112F5"/>
    <w:rsid w:val="002211D0"/>
    <w:rsid w:val="002255A6"/>
    <w:rsid w:val="0023011F"/>
    <w:rsid w:val="002401A3"/>
    <w:rsid w:val="00245F38"/>
    <w:rsid w:val="002470E3"/>
    <w:rsid w:val="00275F7A"/>
    <w:rsid w:val="00294876"/>
    <w:rsid w:val="002949B2"/>
    <w:rsid w:val="002A24E8"/>
    <w:rsid w:val="002C09B2"/>
    <w:rsid w:val="002D0433"/>
    <w:rsid w:val="002D135B"/>
    <w:rsid w:val="0030609E"/>
    <w:rsid w:val="003318CC"/>
    <w:rsid w:val="00340026"/>
    <w:rsid w:val="00341165"/>
    <w:rsid w:val="00355F75"/>
    <w:rsid w:val="003B64D1"/>
    <w:rsid w:val="003C6291"/>
    <w:rsid w:val="003C708D"/>
    <w:rsid w:val="003E4891"/>
    <w:rsid w:val="003E5A94"/>
    <w:rsid w:val="00404026"/>
    <w:rsid w:val="00404511"/>
    <w:rsid w:val="004536FA"/>
    <w:rsid w:val="00462BB9"/>
    <w:rsid w:val="004749E6"/>
    <w:rsid w:val="00481361"/>
    <w:rsid w:val="00494B81"/>
    <w:rsid w:val="004B6B63"/>
    <w:rsid w:val="004D2A6E"/>
    <w:rsid w:val="004F2078"/>
    <w:rsid w:val="00517FFA"/>
    <w:rsid w:val="005214B5"/>
    <w:rsid w:val="0052338F"/>
    <w:rsid w:val="00541CEB"/>
    <w:rsid w:val="005458B2"/>
    <w:rsid w:val="00546089"/>
    <w:rsid w:val="00550509"/>
    <w:rsid w:val="005A12AE"/>
    <w:rsid w:val="005A641D"/>
    <w:rsid w:val="005E3BFC"/>
    <w:rsid w:val="005E6666"/>
    <w:rsid w:val="0060732D"/>
    <w:rsid w:val="00614D68"/>
    <w:rsid w:val="00633C31"/>
    <w:rsid w:val="006672D9"/>
    <w:rsid w:val="00694749"/>
    <w:rsid w:val="00696DB4"/>
    <w:rsid w:val="006C5A2D"/>
    <w:rsid w:val="006F3268"/>
    <w:rsid w:val="006F621F"/>
    <w:rsid w:val="00726CE2"/>
    <w:rsid w:val="00751DB4"/>
    <w:rsid w:val="00786E6A"/>
    <w:rsid w:val="007B3720"/>
    <w:rsid w:val="007D2CEA"/>
    <w:rsid w:val="007D2F8C"/>
    <w:rsid w:val="007E4D00"/>
    <w:rsid w:val="007E5A7F"/>
    <w:rsid w:val="007E7FA3"/>
    <w:rsid w:val="008011C6"/>
    <w:rsid w:val="00806598"/>
    <w:rsid w:val="008073E4"/>
    <w:rsid w:val="008278CF"/>
    <w:rsid w:val="00843F20"/>
    <w:rsid w:val="00846F5B"/>
    <w:rsid w:val="008551A9"/>
    <w:rsid w:val="0085791E"/>
    <w:rsid w:val="00874E9F"/>
    <w:rsid w:val="0088644A"/>
    <w:rsid w:val="008A7C83"/>
    <w:rsid w:val="008F3F0A"/>
    <w:rsid w:val="00910B2B"/>
    <w:rsid w:val="00940BF9"/>
    <w:rsid w:val="00943CBB"/>
    <w:rsid w:val="00980E7E"/>
    <w:rsid w:val="00984FBF"/>
    <w:rsid w:val="0099525C"/>
    <w:rsid w:val="009E10D3"/>
    <w:rsid w:val="009E39FB"/>
    <w:rsid w:val="00A56E82"/>
    <w:rsid w:val="00A65193"/>
    <w:rsid w:val="00A85A4C"/>
    <w:rsid w:val="00AA6D06"/>
    <w:rsid w:val="00AB3806"/>
    <w:rsid w:val="00AC539B"/>
    <w:rsid w:val="00AE297A"/>
    <w:rsid w:val="00AF30F3"/>
    <w:rsid w:val="00AF656B"/>
    <w:rsid w:val="00B026A6"/>
    <w:rsid w:val="00B0785A"/>
    <w:rsid w:val="00B1415A"/>
    <w:rsid w:val="00B15BB7"/>
    <w:rsid w:val="00B16A2C"/>
    <w:rsid w:val="00B205FD"/>
    <w:rsid w:val="00B623E9"/>
    <w:rsid w:val="00B7395B"/>
    <w:rsid w:val="00B80933"/>
    <w:rsid w:val="00B90461"/>
    <w:rsid w:val="00B975A2"/>
    <w:rsid w:val="00BC5BC3"/>
    <w:rsid w:val="00BC5EEB"/>
    <w:rsid w:val="00BE0B73"/>
    <w:rsid w:val="00BE18EF"/>
    <w:rsid w:val="00BF23CE"/>
    <w:rsid w:val="00BF3E18"/>
    <w:rsid w:val="00C23A43"/>
    <w:rsid w:val="00C272A3"/>
    <w:rsid w:val="00C34BEF"/>
    <w:rsid w:val="00C43328"/>
    <w:rsid w:val="00C50896"/>
    <w:rsid w:val="00C61324"/>
    <w:rsid w:val="00C642BC"/>
    <w:rsid w:val="00C77E37"/>
    <w:rsid w:val="00C8761D"/>
    <w:rsid w:val="00CC182A"/>
    <w:rsid w:val="00CD4976"/>
    <w:rsid w:val="00CF1514"/>
    <w:rsid w:val="00CF572E"/>
    <w:rsid w:val="00D513DD"/>
    <w:rsid w:val="00D56DDF"/>
    <w:rsid w:val="00D60E66"/>
    <w:rsid w:val="00D7035D"/>
    <w:rsid w:val="00D7047E"/>
    <w:rsid w:val="00D85539"/>
    <w:rsid w:val="00D93DB5"/>
    <w:rsid w:val="00DA5702"/>
    <w:rsid w:val="00DB2F4D"/>
    <w:rsid w:val="00DC2DB1"/>
    <w:rsid w:val="00DD41D9"/>
    <w:rsid w:val="00E06668"/>
    <w:rsid w:val="00E24DEF"/>
    <w:rsid w:val="00E42969"/>
    <w:rsid w:val="00E555BA"/>
    <w:rsid w:val="00E57CB5"/>
    <w:rsid w:val="00E612D5"/>
    <w:rsid w:val="00E724C2"/>
    <w:rsid w:val="00E72C87"/>
    <w:rsid w:val="00E83929"/>
    <w:rsid w:val="00E842C1"/>
    <w:rsid w:val="00EB0E43"/>
    <w:rsid w:val="00EF23CC"/>
    <w:rsid w:val="00EF2C33"/>
    <w:rsid w:val="00F25817"/>
    <w:rsid w:val="00F3603E"/>
    <w:rsid w:val="00F45D90"/>
    <w:rsid w:val="00F72487"/>
    <w:rsid w:val="00F77DB4"/>
    <w:rsid w:val="00FB2578"/>
    <w:rsid w:val="00FC4DD9"/>
    <w:rsid w:val="00FD2D2A"/>
    <w:rsid w:val="00FF31D1"/>
    <w:rsid w:val="00FF598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43D82D"/>
  <w15:docId w15:val="{D6D33243-1449-4E94-A368-B3C0A6537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0"/>
      <w:sz w:val="24"/>
      <w:szCs w:val="24"/>
      <w:lang w:eastAsia="en-US"/>
    </w:rPr>
  </w:style>
  <w:style w:type="paragraph" w:styleId="Pealkiri1">
    <w:name w:val="heading 1"/>
    <w:basedOn w:val="Normaallaad"/>
    <w:next w:val="Normaallaad"/>
    <w:link w:val="Pealkiri1Mrk"/>
    <w:qFormat/>
    <w:rsid w:val="00B1415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Pealkiri3">
    <w:name w:val="heading 3"/>
    <w:basedOn w:val="Normaallaad"/>
    <w:next w:val="Normaallaad"/>
    <w:qFormat/>
    <w:pPr>
      <w:keepNext/>
      <w:outlineLvl w:val="2"/>
    </w:pPr>
    <w:rPr>
      <w:spacing w:val="0"/>
      <w:szCs w:val="23"/>
      <w:u w:val="single"/>
    </w:rPr>
  </w:style>
  <w:style w:type="paragraph" w:styleId="Pealkiri4">
    <w:name w:val="heading 4"/>
    <w:basedOn w:val="Normaallaad"/>
    <w:next w:val="Normaallaad"/>
    <w:qFormat/>
    <w:pPr>
      <w:keepNext/>
      <w:ind w:left="1440" w:firstLine="720"/>
      <w:outlineLvl w:val="3"/>
    </w:pPr>
    <w:rPr>
      <w:b/>
      <w:bCs/>
      <w:spacing w:val="0"/>
      <w:szCs w:val="20"/>
    </w:rPr>
  </w:style>
  <w:style w:type="paragraph" w:styleId="Pealkiri6">
    <w:name w:val="heading 6"/>
    <w:basedOn w:val="Normaallaad"/>
    <w:next w:val="Normaallaad"/>
    <w:qFormat/>
    <w:pPr>
      <w:keepNext/>
      <w:tabs>
        <w:tab w:val="left" w:pos="4320"/>
      </w:tabs>
      <w:spacing w:line="240" w:lineRule="exact"/>
      <w:jc w:val="both"/>
      <w:outlineLvl w:val="5"/>
    </w:pPr>
    <w:rPr>
      <w:i/>
      <w:i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Pr>
      <w:color w:val="000000"/>
      <w:spacing w:val="0"/>
      <w:szCs w:val="14"/>
    </w:rPr>
  </w:style>
  <w:style w:type="paragraph" w:styleId="Kehatekst2">
    <w:name w:val="Body Text 2"/>
    <w:basedOn w:val="Normaallaad"/>
    <w:pPr>
      <w:tabs>
        <w:tab w:val="left" w:pos="480"/>
      </w:tabs>
    </w:pPr>
    <w:rPr>
      <w:spacing w:val="0"/>
      <w:sz w:val="22"/>
      <w:szCs w:val="22"/>
      <w:lang w:eastAsia="et-EE"/>
    </w:rPr>
  </w:style>
  <w:style w:type="paragraph" w:styleId="Pis">
    <w:name w:val="header"/>
    <w:basedOn w:val="Normaallaad"/>
    <w:rsid w:val="00696DB4"/>
    <w:pPr>
      <w:tabs>
        <w:tab w:val="center" w:pos="4536"/>
        <w:tab w:val="right" w:pos="9072"/>
      </w:tabs>
    </w:pPr>
  </w:style>
  <w:style w:type="character" w:styleId="Lehekljenumber">
    <w:name w:val="page number"/>
    <w:basedOn w:val="Liguvaikefont"/>
    <w:rsid w:val="00696DB4"/>
  </w:style>
  <w:style w:type="paragraph" w:styleId="Pealdis">
    <w:name w:val="caption"/>
    <w:basedOn w:val="Normaallaad"/>
    <w:next w:val="Normaallaad"/>
    <w:uiPriority w:val="35"/>
    <w:qFormat/>
    <w:rsid w:val="00AA6D06"/>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AA6D06"/>
    <w:pPr>
      <w:tabs>
        <w:tab w:val="center" w:pos="4536"/>
        <w:tab w:val="right" w:pos="9072"/>
      </w:tabs>
    </w:pPr>
  </w:style>
  <w:style w:type="paragraph" w:styleId="Jutumullitekst">
    <w:name w:val="Balloon Text"/>
    <w:basedOn w:val="Normaallaad"/>
    <w:semiHidden/>
    <w:rsid w:val="008278CF"/>
    <w:rPr>
      <w:rFonts w:ascii="Tahoma" w:hAnsi="Tahoma" w:cs="Tahoma"/>
      <w:sz w:val="16"/>
      <w:szCs w:val="16"/>
    </w:rPr>
  </w:style>
  <w:style w:type="table" w:styleId="Kontuurtabel">
    <w:name w:val="Table Grid"/>
    <w:basedOn w:val="Normaaltabel"/>
    <w:uiPriority w:val="59"/>
    <w:rsid w:val="00633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uiPriority w:val="99"/>
    <w:semiHidden/>
    <w:unhideWhenUsed/>
    <w:rsid w:val="00B623E9"/>
    <w:rPr>
      <w:sz w:val="16"/>
      <w:szCs w:val="16"/>
    </w:rPr>
  </w:style>
  <w:style w:type="paragraph" w:styleId="Kommentaaritekst">
    <w:name w:val="annotation text"/>
    <w:basedOn w:val="Normaallaad"/>
    <w:link w:val="KommentaaritekstMrk"/>
    <w:uiPriority w:val="99"/>
    <w:unhideWhenUsed/>
    <w:rsid w:val="00B623E9"/>
    <w:rPr>
      <w:sz w:val="20"/>
      <w:szCs w:val="20"/>
    </w:rPr>
  </w:style>
  <w:style w:type="character" w:customStyle="1" w:styleId="KommentaaritekstMrk">
    <w:name w:val="Kommentaari tekst Märk"/>
    <w:link w:val="Kommentaaritekst"/>
    <w:uiPriority w:val="99"/>
    <w:rsid w:val="00B623E9"/>
    <w:rPr>
      <w:spacing w:val="-20"/>
      <w:lang w:eastAsia="en-US"/>
    </w:rPr>
  </w:style>
  <w:style w:type="paragraph" w:styleId="Kommentaariteema">
    <w:name w:val="annotation subject"/>
    <w:basedOn w:val="Kommentaaritekst"/>
    <w:next w:val="Kommentaaritekst"/>
    <w:link w:val="KommentaariteemaMrk"/>
    <w:semiHidden/>
    <w:unhideWhenUsed/>
    <w:rsid w:val="00B623E9"/>
    <w:rPr>
      <w:b/>
      <w:bCs/>
    </w:rPr>
  </w:style>
  <w:style w:type="character" w:customStyle="1" w:styleId="KommentaariteemaMrk">
    <w:name w:val="Kommentaari teema Märk"/>
    <w:link w:val="Kommentaariteema"/>
    <w:semiHidden/>
    <w:rsid w:val="00B623E9"/>
    <w:rPr>
      <w:b/>
      <w:bCs/>
      <w:spacing w:val="-20"/>
      <w:lang w:eastAsia="en-US"/>
    </w:rPr>
  </w:style>
  <w:style w:type="paragraph" w:styleId="Normaallaadveeb">
    <w:name w:val="Normal (Web)"/>
    <w:basedOn w:val="Normaallaad"/>
    <w:rsid w:val="00B623E9"/>
    <w:pPr>
      <w:spacing w:before="100" w:beforeAutospacing="1" w:after="100" w:afterAutospacing="1"/>
    </w:pPr>
    <w:rPr>
      <w:spacing w:val="0"/>
      <w:lang w:val="en-GB"/>
    </w:rPr>
  </w:style>
  <w:style w:type="paragraph" w:styleId="Loendilik">
    <w:name w:val="List Paragraph"/>
    <w:aliases w:val="Mummuga loetelu,Loendi l›ik"/>
    <w:basedOn w:val="Normaallaad"/>
    <w:link w:val="LoendilikMrk"/>
    <w:uiPriority w:val="34"/>
    <w:qFormat/>
    <w:rsid w:val="00806598"/>
    <w:pPr>
      <w:spacing w:after="200" w:line="276" w:lineRule="auto"/>
      <w:ind w:left="720"/>
      <w:contextualSpacing/>
    </w:pPr>
    <w:rPr>
      <w:rFonts w:eastAsia="Calibri"/>
      <w:spacing w:val="0"/>
      <w:szCs w:val="22"/>
    </w:rPr>
  </w:style>
  <w:style w:type="paragraph" w:customStyle="1" w:styleId="Pealkiri11">
    <w:name w:val="Pealkiri 11"/>
    <w:basedOn w:val="Normaallaad"/>
    <w:rsid w:val="00340026"/>
    <w:pPr>
      <w:numPr>
        <w:numId w:val="2"/>
      </w:numPr>
    </w:pPr>
  </w:style>
  <w:style w:type="paragraph" w:customStyle="1" w:styleId="Pealkiri21">
    <w:name w:val="Pealkiri 21"/>
    <w:basedOn w:val="Normaallaad"/>
    <w:rsid w:val="00340026"/>
    <w:pPr>
      <w:numPr>
        <w:ilvl w:val="1"/>
        <w:numId w:val="2"/>
      </w:numPr>
    </w:pPr>
  </w:style>
  <w:style w:type="paragraph" w:customStyle="1" w:styleId="Pealkiri31">
    <w:name w:val="Pealkiri 31"/>
    <w:basedOn w:val="Normaallaad"/>
    <w:rsid w:val="00340026"/>
    <w:pPr>
      <w:numPr>
        <w:ilvl w:val="2"/>
        <w:numId w:val="2"/>
      </w:numPr>
    </w:pPr>
  </w:style>
  <w:style w:type="paragraph" w:customStyle="1" w:styleId="Pealkiri41">
    <w:name w:val="Pealkiri 41"/>
    <w:basedOn w:val="Normaallaad"/>
    <w:rsid w:val="00340026"/>
    <w:pPr>
      <w:numPr>
        <w:ilvl w:val="3"/>
        <w:numId w:val="2"/>
      </w:numPr>
    </w:pPr>
  </w:style>
  <w:style w:type="paragraph" w:customStyle="1" w:styleId="Pealkiri51">
    <w:name w:val="Pealkiri 51"/>
    <w:basedOn w:val="Normaallaad"/>
    <w:rsid w:val="00340026"/>
    <w:pPr>
      <w:numPr>
        <w:ilvl w:val="4"/>
        <w:numId w:val="2"/>
      </w:numPr>
    </w:pPr>
  </w:style>
  <w:style w:type="paragraph" w:customStyle="1" w:styleId="Pealkiri61">
    <w:name w:val="Pealkiri 61"/>
    <w:basedOn w:val="Normaallaad"/>
    <w:rsid w:val="00340026"/>
    <w:pPr>
      <w:numPr>
        <w:ilvl w:val="5"/>
        <w:numId w:val="2"/>
      </w:numPr>
    </w:pPr>
  </w:style>
  <w:style w:type="paragraph" w:customStyle="1" w:styleId="Pealkiri71">
    <w:name w:val="Pealkiri 71"/>
    <w:basedOn w:val="Normaallaad"/>
    <w:rsid w:val="00340026"/>
    <w:pPr>
      <w:numPr>
        <w:ilvl w:val="6"/>
        <w:numId w:val="2"/>
      </w:numPr>
    </w:pPr>
  </w:style>
  <w:style w:type="paragraph" w:customStyle="1" w:styleId="Pealkiri81">
    <w:name w:val="Pealkiri 81"/>
    <w:basedOn w:val="Normaallaad"/>
    <w:rsid w:val="00340026"/>
    <w:pPr>
      <w:numPr>
        <w:ilvl w:val="7"/>
        <w:numId w:val="2"/>
      </w:numPr>
    </w:pPr>
  </w:style>
  <w:style w:type="paragraph" w:customStyle="1" w:styleId="Pealkiri91">
    <w:name w:val="Pealkiri 91"/>
    <w:basedOn w:val="Normaallaad"/>
    <w:rsid w:val="00340026"/>
    <w:pPr>
      <w:numPr>
        <w:ilvl w:val="8"/>
        <w:numId w:val="2"/>
      </w:numPr>
    </w:pPr>
  </w:style>
  <w:style w:type="character" w:styleId="Hperlink">
    <w:name w:val="Hyperlink"/>
    <w:unhideWhenUsed/>
    <w:rsid w:val="00E72C87"/>
    <w:rPr>
      <w:color w:val="0000FF"/>
      <w:u w:val="single"/>
    </w:rPr>
  </w:style>
  <w:style w:type="character" w:customStyle="1" w:styleId="LoendilikMrk">
    <w:name w:val="Loendi lõik Märk"/>
    <w:aliases w:val="Mummuga loetelu Märk,Loendi l›ik Märk"/>
    <w:link w:val="Loendilik"/>
    <w:uiPriority w:val="34"/>
    <w:locked/>
    <w:rsid w:val="00E842C1"/>
    <w:rPr>
      <w:rFonts w:eastAsia="Calibri"/>
      <w:sz w:val="24"/>
      <w:szCs w:val="22"/>
      <w:lang w:eastAsia="en-US"/>
    </w:rPr>
  </w:style>
  <w:style w:type="character" w:styleId="Kohatitetekst">
    <w:name w:val="Placeholder Text"/>
    <w:basedOn w:val="Liguvaikefont"/>
    <w:uiPriority w:val="99"/>
    <w:semiHidden/>
    <w:rsid w:val="008073E4"/>
    <w:rPr>
      <w:color w:val="808080"/>
    </w:rPr>
  </w:style>
  <w:style w:type="character" w:customStyle="1" w:styleId="Pealkiri1Mrk">
    <w:name w:val="Pealkiri 1 Märk"/>
    <w:basedOn w:val="Liguvaikefont"/>
    <w:link w:val="Pealkiri1"/>
    <w:rsid w:val="00B1415A"/>
    <w:rPr>
      <w:rFonts w:asciiTheme="majorHAnsi" w:eastAsiaTheme="majorEastAsia" w:hAnsiTheme="majorHAnsi" w:cstheme="majorBidi"/>
      <w:color w:val="365F91" w:themeColor="accent1" w:themeShade="BF"/>
      <w:spacing w:val="-20"/>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9452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liis.nurk\AppData\Local\Microsoft\Windows\Temporary%20Internet%20Files\Content.IE5\ICW0FCA7\k&#228;sundusleping%20(jur%20isiku%20v&#245;i%20fi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F9250FADF4C4865935D9F93D834EDFE"/>
        <w:category>
          <w:name w:val="Üldine"/>
          <w:gallery w:val="placeholder"/>
        </w:category>
        <w:types>
          <w:type w:val="bbPlcHdr"/>
        </w:types>
        <w:behaviors>
          <w:behavior w:val="content"/>
        </w:behaviors>
        <w:guid w:val="{1F81AC48-0997-40A0-AF38-63200C4E1323}"/>
      </w:docPartPr>
      <w:docPartBody>
        <w:p w:rsidR="00682FE9" w:rsidRDefault="00292028" w:rsidP="00292028">
          <w:pPr>
            <w:pStyle w:val="EF9250FADF4C4865935D9F93D834EDFE"/>
          </w:pPr>
          <w:r w:rsidRPr="00BE118B">
            <w:rPr>
              <w:rStyle w:val="Kohatitetekst"/>
            </w:rPr>
            <w:t>Choose an item.</w:t>
          </w:r>
        </w:p>
      </w:docPartBody>
    </w:docPart>
    <w:docPart>
      <w:docPartPr>
        <w:name w:val="E18C6B30FDD04A22BFB6C540154A2DC2"/>
        <w:category>
          <w:name w:val="Üldine"/>
          <w:gallery w:val="placeholder"/>
        </w:category>
        <w:types>
          <w:type w:val="bbPlcHdr"/>
        </w:types>
        <w:behaviors>
          <w:behavior w:val="content"/>
        </w:behaviors>
        <w:guid w:val="{CBEE3423-968A-499D-8772-577BF1DBAB2E}"/>
      </w:docPartPr>
      <w:docPartBody>
        <w:p w:rsidR="00682FE9" w:rsidRDefault="00292028" w:rsidP="00292028">
          <w:pPr>
            <w:pStyle w:val="E18C6B30FDD04A22BFB6C540154A2DC2"/>
          </w:pPr>
          <w:r w:rsidRPr="00BE118B">
            <w:rPr>
              <w:rStyle w:val="Kohatitetekst"/>
            </w:rPr>
            <w:t>Click here to enter a date.</w:t>
          </w:r>
        </w:p>
      </w:docPartBody>
    </w:docPart>
    <w:docPart>
      <w:docPartPr>
        <w:name w:val="80ACF7C7E0A44D9EA99B88A0739CDA92"/>
        <w:category>
          <w:name w:val="Üldine"/>
          <w:gallery w:val="placeholder"/>
        </w:category>
        <w:types>
          <w:type w:val="bbPlcHdr"/>
        </w:types>
        <w:behaviors>
          <w:behavior w:val="content"/>
        </w:behaviors>
        <w:guid w:val="{956DC243-DE1D-410C-9A0B-85747EE8EB86}"/>
      </w:docPartPr>
      <w:docPartBody>
        <w:p w:rsidR="00682FE9" w:rsidRDefault="00292028" w:rsidP="00292028">
          <w:pPr>
            <w:pStyle w:val="80ACF7C7E0A44D9EA99B88A0739CDA92"/>
          </w:pPr>
          <w:r w:rsidRPr="00BE118B">
            <w:rPr>
              <w:rStyle w:val="Kohatitetekst"/>
            </w:rPr>
            <w:t>Choose an item.</w:t>
          </w:r>
        </w:p>
      </w:docPartBody>
    </w:docPart>
    <w:docPart>
      <w:docPartPr>
        <w:name w:val="1B63836A0759482EB1F40091D31DF1F9"/>
        <w:category>
          <w:name w:val="Üldine"/>
          <w:gallery w:val="placeholder"/>
        </w:category>
        <w:types>
          <w:type w:val="bbPlcHdr"/>
        </w:types>
        <w:behaviors>
          <w:behavior w:val="content"/>
        </w:behaviors>
        <w:guid w:val="{E87C5C91-8A5D-47BE-ADBE-D2D60272DB31}"/>
      </w:docPartPr>
      <w:docPartBody>
        <w:p w:rsidR="00682FE9" w:rsidRDefault="00292028" w:rsidP="00292028">
          <w:pPr>
            <w:pStyle w:val="1B63836A0759482EB1F40091D31DF1F9"/>
          </w:pPr>
          <w:r w:rsidRPr="00BE118B">
            <w:rPr>
              <w:rStyle w:val="Kohatitetekst"/>
            </w:rPr>
            <w:t>Click here to enter a date.</w:t>
          </w:r>
        </w:p>
      </w:docPartBody>
    </w:docPart>
    <w:docPart>
      <w:docPartPr>
        <w:name w:val="EDED2F36C5374BAABA045C1F2244F400"/>
        <w:category>
          <w:name w:val="Üldine"/>
          <w:gallery w:val="placeholder"/>
        </w:category>
        <w:types>
          <w:type w:val="bbPlcHdr"/>
        </w:types>
        <w:behaviors>
          <w:behavior w:val="content"/>
        </w:behaviors>
        <w:guid w:val="{D20A7B33-087E-4586-A1AF-E63198EEFB00}"/>
      </w:docPartPr>
      <w:docPartBody>
        <w:p w:rsidR="00682FE9" w:rsidRDefault="00292028" w:rsidP="00292028">
          <w:pPr>
            <w:pStyle w:val="EDED2F36C5374BAABA045C1F2244F400"/>
          </w:pPr>
          <w:r w:rsidRPr="00BE118B">
            <w:rPr>
              <w:rStyle w:val="Kohatitetekst"/>
            </w:rPr>
            <w:t>Click here to enter a date.</w:t>
          </w:r>
        </w:p>
      </w:docPartBody>
    </w:docPart>
    <w:docPart>
      <w:docPartPr>
        <w:name w:val="D5B991EEA1AB4C12ACC2117F7C395F3D"/>
        <w:category>
          <w:name w:val="Üldine"/>
          <w:gallery w:val="placeholder"/>
        </w:category>
        <w:types>
          <w:type w:val="bbPlcHdr"/>
        </w:types>
        <w:behaviors>
          <w:behavior w:val="content"/>
        </w:behaviors>
        <w:guid w:val="{8D4534CA-9BA2-4885-A0C6-20DE24AB192B}"/>
      </w:docPartPr>
      <w:docPartBody>
        <w:p w:rsidR="00682FE9" w:rsidRDefault="00292028" w:rsidP="00292028">
          <w:pPr>
            <w:pStyle w:val="D5B991EEA1AB4C12ACC2117F7C395F3D"/>
          </w:pPr>
          <w:r>
            <w:rPr>
              <w:rStyle w:val="Kohatitetekst"/>
            </w:rPr>
            <w:t>Choose an item.</w:t>
          </w:r>
        </w:p>
      </w:docPartBody>
    </w:docPart>
    <w:docPart>
      <w:docPartPr>
        <w:name w:val="43B6F646A7FD41C7AE9ECCF7699F87FF"/>
        <w:category>
          <w:name w:val="Üldine"/>
          <w:gallery w:val="placeholder"/>
        </w:category>
        <w:types>
          <w:type w:val="bbPlcHdr"/>
        </w:types>
        <w:behaviors>
          <w:behavior w:val="content"/>
        </w:behaviors>
        <w:guid w:val="{0B146ACD-AB67-4293-A017-A65BE23A3492}"/>
      </w:docPartPr>
      <w:docPartBody>
        <w:p w:rsidR="00682FE9" w:rsidRDefault="00292028" w:rsidP="00292028">
          <w:pPr>
            <w:pStyle w:val="43B6F646A7FD41C7AE9ECCF7699F87FF"/>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2028"/>
    <w:rsid w:val="0013501B"/>
    <w:rsid w:val="002211D0"/>
    <w:rsid w:val="00292028"/>
    <w:rsid w:val="002B5E0A"/>
    <w:rsid w:val="003B64D1"/>
    <w:rsid w:val="00402B16"/>
    <w:rsid w:val="0052131A"/>
    <w:rsid w:val="005E3BFC"/>
    <w:rsid w:val="00682FE9"/>
    <w:rsid w:val="0077610E"/>
    <w:rsid w:val="00A56E82"/>
    <w:rsid w:val="00AF656B"/>
    <w:rsid w:val="00BD2A3A"/>
    <w:rsid w:val="00CB5040"/>
    <w:rsid w:val="00DF2E8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F2E81"/>
    <w:rPr>
      <w:color w:val="808080"/>
    </w:rPr>
  </w:style>
  <w:style w:type="paragraph" w:customStyle="1" w:styleId="EF9250FADF4C4865935D9F93D834EDFE">
    <w:name w:val="EF9250FADF4C4865935D9F93D834EDFE"/>
    <w:rsid w:val="00292028"/>
  </w:style>
  <w:style w:type="paragraph" w:customStyle="1" w:styleId="E18C6B30FDD04A22BFB6C540154A2DC2">
    <w:name w:val="E18C6B30FDD04A22BFB6C540154A2DC2"/>
    <w:rsid w:val="00292028"/>
  </w:style>
  <w:style w:type="paragraph" w:customStyle="1" w:styleId="80ACF7C7E0A44D9EA99B88A0739CDA92">
    <w:name w:val="80ACF7C7E0A44D9EA99B88A0739CDA92"/>
    <w:rsid w:val="00292028"/>
  </w:style>
  <w:style w:type="paragraph" w:customStyle="1" w:styleId="1B63836A0759482EB1F40091D31DF1F9">
    <w:name w:val="1B63836A0759482EB1F40091D31DF1F9"/>
    <w:rsid w:val="00292028"/>
  </w:style>
  <w:style w:type="paragraph" w:customStyle="1" w:styleId="EDED2F36C5374BAABA045C1F2244F400">
    <w:name w:val="EDED2F36C5374BAABA045C1F2244F400"/>
    <w:rsid w:val="00292028"/>
  </w:style>
  <w:style w:type="paragraph" w:customStyle="1" w:styleId="D5B991EEA1AB4C12ACC2117F7C395F3D">
    <w:name w:val="D5B991EEA1AB4C12ACC2117F7C395F3D"/>
    <w:rsid w:val="00292028"/>
  </w:style>
  <w:style w:type="paragraph" w:customStyle="1" w:styleId="43B6F646A7FD41C7AE9ECCF7699F87FF">
    <w:name w:val="43B6F646A7FD41C7AE9ECCF7699F87FF"/>
    <w:rsid w:val="00292028"/>
  </w:style>
  <w:style w:type="paragraph" w:customStyle="1" w:styleId="BE4420EAACF348AAAFA7051007A7CA2D">
    <w:name w:val="BE4420EAACF348AAAFA7051007A7CA2D"/>
    <w:rsid w:val="00DF2E81"/>
    <w:pPr>
      <w:spacing w:line="278" w:lineRule="auto"/>
    </w:pPr>
    <w:rPr>
      <w:kern w:val="2"/>
      <w:sz w:val="24"/>
      <w:szCs w:val="24"/>
      <w14:ligatures w14:val="standardContextual"/>
    </w:rPr>
  </w:style>
  <w:style w:type="paragraph" w:customStyle="1" w:styleId="2924A16ACC1547209F34CB6B5B891948">
    <w:name w:val="2924A16ACC1547209F34CB6B5B891948"/>
    <w:rsid w:val="00DF2E81"/>
    <w:pPr>
      <w:spacing w:line="278" w:lineRule="auto"/>
    </w:pPr>
    <w:rPr>
      <w:kern w:val="2"/>
      <w:sz w:val="24"/>
      <w:szCs w:val="24"/>
      <w14:ligatures w14:val="standardContextual"/>
    </w:rPr>
  </w:style>
  <w:style w:type="paragraph" w:customStyle="1" w:styleId="642829BAA52A44DC9E0FFD363BF18430">
    <w:name w:val="642829BAA52A44DC9E0FFD363BF18430"/>
    <w:rsid w:val="00DF2E81"/>
    <w:pPr>
      <w:spacing w:line="278" w:lineRule="auto"/>
    </w:pPr>
    <w:rPr>
      <w:kern w:val="2"/>
      <w:sz w:val="24"/>
      <w:szCs w:val="24"/>
      <w14:ligatures w14:val="standardContextual"/>
    </w:rPr>
  </w:style>
  <w:style w:type="paragraph" w:customStyle="1" w:styleId="6008A622D66E40589B502A2C8CD5C7B3">
    <w:name w:val="6008A622D66E40589B502A2C8CD5C7B3"/>
    <w:rsid w:val="00DF2E8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käsundusleping (jur isiku või fie-ga)</Template>
  <TotalTime>93</TotalTime>
  <Pages>3</Pages>
  <Words>753</Words>
  <Characters>6358</Characters>
  <Application>Microsoft Office Word</Application>
  <DocSecurity>0</DocSecurity>
  <Lines>52</Lines>
  <Paragraphs>14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KÄSUNDUSLEPING nr</vt:lpstr>
      <vt:lpstr>KÄSUNDUSLEPING nr</vt:lpstr>
      <vt:lpstr>KÄSUNDUSLEPING nr</vt:lpstr>
    </vt:vector>
  </TitlesOfParts>
  <Company>RMK</Company>
  <LinksUpToDate>false</LinksUpToDate>
  <CharactersWithSpaces>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KÄSUNDUSLEPING nr</dc:title>
  <dc:creator>Anneliis Nurk</dc:creator>
  <cp:lastModifiedBy>Helbe Peiker</cp:lastModifiedBy>
  <cp:revision>28</cp:revision>
  <cp:lastPrinted>2010-12-13T13:21:00Z</cp:lastPrinted>
  <dcterms:created xsi:type="dcterms:W3CDTF">2023-01-06T12:57:00Z</dcterms:created>
  <dcterms:modified xsi:type="dcterms:W3CDTF">2025-03-04T08:55:00Z</dcterms:modified>
</cp:coreProperties>
</file>